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10036" w14:textId="77777777" w:rsidR="00BB37D7" w:rsidRPr="00333302" w:rsidRDefault="00BB37D7" w:rsidP="00395003"/>
    <w:p w14:paraId="7E720A2E" w14:textId="77777777" w:rsidR="00693F78" w:rsidRPr="00333302" w:rsidRDefault="00693F78" w:rsidP="00395003">
      <w:pPr>
        <w:pStyle w:val="CompanyName"/>
      </w:pPr>
    </w:p>
    <w:p w14:paraId="77FD7C7F" w14:textId="77777777" w:rsidR="00693F78" w:rsidRPr="00333302" w:rsidRDefault="00693F78" w:rsidP="00395003">
      <w:pPr>
        <w:pStyle w:val="CompanyName"/>
      </w:pPr>
    </w:p>
    <w:p w14:paraId="529E02A8" w14:textId="77777777" w:rsidR="00693F78" w:rsidRPr="00333302" w:rsidRDefault="00693F78" w:rsidP="00395003">
      <w:pPr>
        <w:pStyle w:val="CompanyName"/>
      </w:pPr>
    </w:p>
    <w:p w14:paraId="12D8BDE0" w14:textId="77777777" w:rsidR="00513887" w:rsidRPr="00333302" w:rsidRDefault="00513887" w:rsidP="00395003">
      <w:pPr>
        <w:pStyle w:val="CompanyName"/>
      </w:pPr>
      <w:r w:rsidRPr="00333302">
        <w:t>Company Name</w:t>
      </w:r>
    </w:p>
    <w:p w14:paraId="1FF901DC" w14:textId="77777777" w:rsidR="00BB37D7" w:rsidRPr="00333302" w:rsidRDefault="00513887" w:rsidP="00395003">
      <w:pPr>
        <w:pStyle w:val="BookSubtitle"/>
      </w:pPr>
      <w:r w:rsidRPr="00333302">
        <w:t xml:space="preserve">Book Subtitle </w:t>
      </w:r>
    </w:p>
    <w:p w14:paraId="2EC91357" w14:textId="77777777" w:rsidR="00513887" w:rsidRPr="00333302" w:rsidRDefault="00513887" w:rsidP="00395003">
      <w:pPr>
        <w:pStyle w:val="BookSubtitle"/>
      </w:pPr>
    </w:p>
    <w:p w14:paraId="72F7AFD8" w14:textId="77777777" w:rsidR="00513887" w:rsidRPr="00333302" w:rsidRDefault="00513887" w:rsidP="00395003">
      <w:pPr>
        <w:pStyle w:val="BookSubtitle"/>
      </w:pPr>
    </w:p>
    <w:p w14:paraId="2321D700" w14:textId="77777777" w:rsidR="00513887" w:rsidRPr="00333302" w:rsidRDefault="00513887" w:rsidP="00395003">
      <w:pPr>
        <w:pStyle w:val="BookSubtitle"/>
      </w:pPr>
    </w:p>
    <w:p w14:paraId="6441D345" w14:textId="77777777" w:rsidR="00513887" w:rsidRPr="00333302" w:rsidRDefault="002F5DA4" w:rsidP="00693F78">
      <w:pPr>
        <w:pStyle w:val="Titel"/>
        <w:shd w:val="clear" w:color="auto" w:fill="auto"/>
        <w:rPr>
          <w:rFonts w:ascii="Arial Black" w:hAnsi="Arial Black"/>
          <w:sz w:val="96"/>
        </w:rPr>
      </w:pPr>
      <w:r w:rsidRPr="00333302">
        <w:rPr>
          <w:rFonts w:ascii="Arial Black" w:hAnsi="Arial Black"/>
          <w:sz w:val="96"/>
        </w:rPr>
        <w:t xml:space="preserve">Book </w:t>
      </w:r>
      <w:r w:rsidR="00513887" w:rsidRPr="00333302">
        <w:rPr>
          <w:rFonts w:ascii="Arial Black" w:hAnsi="Arial Black"/>
          <w:sz w:val="96"/>
          <w:szCs w:val="28"/>
        </w:rPr>
        <w:t>Title</w:t>
      </w:r>
    </w:p>
    <w:p w14:paraId="4C52E7B7" w14:textId="77777777" w:rsidR="00A51EE3" w:rsidRPr="00333302" w:rsidRDefault="00A51EE3">
      <w:pPr>
        <w:jc w:val="left"/>
        <w:rPr>
          <w:rFonts w:ascii="Arial Black" w:eastAsiaTheme="majorEastAsia" w:hAnsi="Arial Black" w:cstheme="majorBidi"/>
          <w:b/>
          <w:bCs/>
          <w:color w:val="808080" w:themeColor="text1" w:themeTint="80"/>
          <w:sz w:val="44"/>
          <w:szCs w:val="28"/>
        </w:rPr>
      </w:pPr>
      <w:r w:rsidRPr="00333302">
        <w:br w:type="page"/>
      </w:r>
    </w:p>
    <w:p w14:paraId="239035AB" w14:textId="77777777" w:rsidR="00A51EE3" w:rsidRPr="00333302" w:rsidRDefault="00A51EE3" w:rsidP="00832F23">
      <w:pPr>
        <w:pStyle w:val="berschrift1"/>
      </w:pPr>
    </w:p>
    <w:p w14:paraId="6E67A0F5" w14:textId="77777777" w:rsidR="00A51EE3" w:rsidRPr="00333302" w:rsidRDefault="00A51EE3" w:rsidP="00A51EE3"/>
    <w:p w14:paraId="1896CDEB" w14:textId="77777777" w:rsidR="00A51EE3" w:rsidRPr="00333302" w:rsidRDefault="00A51EE3" w:rsidP="00A51EE3"/>
    <w:p w14:paraId="6C666E09" w14:textId="77777777" w:rsidR="00A51EE3" w:rsidRPr="00333302" w:rsidRDefault="00A51EE3">
      <w:pPr>
        <w:jc w:val="left"/>
      </w:pPr>
      <w:r w:rsidRPr="00333302">
        <w:br w:type="page"/>
      </w:r>
    </w:p>
    <w:p w14:paraId="30983BEB" w14:textId="77777777" w:rsidR="00713A76" w:rsidRPr="00333302" w:rsidRDefault="00713A76" w:rsidP="00832F23">
      <w:pPr>
        <w:pStyle w:val="Inhaltsverzeichnisberschrift"/>
        <w:rPr>
          <w:rFonts w:ascii="Garamond" w:eastAsiaTheme="minorHAnsi" w:hAnsi="Garamond" w:cstheme="minorBidi"/>
          <w:color w:val="auto"/>
          <w:sz w:val="24"/>
          <w:szCs w:val="24"/>
          <w:lang w:val="en-US"/>
        </w:rPr>
      </w:pP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1"/>
      </w:tblGrid>
      <w:tr w:rsidR="006902DC" w:rsidRPr="00333302" w14:paraId="2A94526B" w14:textId="77777777" w:rsidTr="006902DC">
        <w:trPr>
          <w:trHeight w:val="2041"/>
          <w:jc w:val="right"/>
        </w:trPr>
        <w:tc>
          <w:tcPr>
            <w:tcW w:w="1871" w:type="dxa"/>
            <w:shd w:val="clear" w:color="auto" w:fill="auto"/>
            <w:vAlign w:val="center"/>
          </w:tcPr>
          <w:p w14:paraId="5B3F6862" w14:textId="77777777" w:rsidR="006902DC" w:rsidRPr="00333302" w:rsidRDefault="006902DC" w:rsidP="006902DC">
            <w:pPr>
              <w:jc w:val="center"/>
            </w:pPr>
          </w:p>
        </w:tc>
      </w:tr>
    </w:tbl>
    <w:sdt>
      <w:sdtPr>
        <w:rPr>
          <w:rFonts w:ascii="Garamond" w:eastAsiaTheme="minorHAnsi" w:hAnsi="Garamond" w:cstheme="minorBidi"/>
          <w:b w:val="0"/>
          <w:bCs w:val="0"/>
          <w:color w:val="auto"/>
          <w:sz w:val="24"/>
          <w:szCs w:val="24"/>
          <w:lang w:val="en-US"/>
        </w:rPr>
        <w:id w:val="15216947"/>
        <w:docPartObj>
          <w:docPartGallery w:val="Table of Contents"/>
          <w:docPartUnique/>
        </w:docPartObj>
      </w:sdtPr>
      <w:sdtEndPr/>
      <w:sdtContent>
        <w:p w14:paraId="172A8C0B" w14:textId="77777777" w:rsidR="00A51EE3" w:rsidRPr="00333302" w:rsidRDefault="00A51EE3" w:rsidP="00832F23">
          <w:pPr>
            <w:pStyle w:val="Inhaltsverzeichnisberschrift"/>
            <w:rPr>
              <w:lang w:val="en-US"/>
            </w:rPr>
          </w:pPr>
          <w:r w:rsidRPr="00333302">
            <w:rPr>
              <w:rStyle w:val="berschrift1Zchn"/>
            </w:rPr>
            <w:t>Table of Content</w:t>
          </w:r>
        </w:p>
        <w:p w14:paraId="564B4C2D" w14:textId="77777777" w:rsidR="002752A7" w:rsidRDefault="00E25996">
          <w:pPr>
            <w:pStyle w:val="Verzeichnis1"/>
            <w:tabs>
              <w:tab w:val="right" w:leader="dot" w:pos="8069"/>
            </w:tabs>
            <w:rPr>
              <w:rFonts w:asciiTheme="minorHAnsi" w:eastAsiaTheme="minorEastAsia" w:hAnsiTheme="minorHAnsi"/>
              <w:noProof/>
              <w:sz w:val="22"/>
              <w:szCs w:val="22"/>
              <w:lang w:val="de-DE" w:eastAsia="de-DE"/>
            </w:rPr>
          </w:pPr>
          <w:r w:rsidRPr="00333302">
            <w:fldChar w:fldCharType="begin"/>
          </w:r>
          <w:r w:rsidR="00A51EE3" w:rsidRPr="00333302">
            <w:instrText xml:space="preserve"> TOC \o "1-3" \h \z \u </w:instrText>
          </w:r>
          <w:r w:rsidRPr="00333302">
            <w:fldChar w:fldCharType="separate"/>
          </w:r>
          <w:hyperlink w:anchor="_Toc272128184" w:history="1">
            <w:r w:rsidR="002752A7" w:rsidRPr="007C416C">
              <w:rPr>
                <w:rStyle w:val="Hyperlink"/>
                <w:noProof/>
              </w:rPr>
              <w:t>Introduction</w:t>
            </w:r>
            <w:r w:rsidR="002752A7">
              <w:rPr>
                <w:noProof/>
                <w:webHidden/>
              </w:rPr>
              <w:tab/>
            </w:r>
            <w:r w:rsidR="002752A7">
              <w:rPr>
                <w:noProof/>
                <w:webHidden/>
              </w:rPr>
              <w:fldChar w:fldCharType="begin"/>
            </w:r>
            <w:r w:rsidR="002752A7">
              <w:rPr>
                <w:noProof/>
                <w:webHidden/>
              </w:rPr>
              <w:instrText xml:space="preserve"> PAGEREF _Toc272128184 \h </w:instrText>
            </w:r>
            <w:r w:rsidR="002752A7">
              <w:rPr>
                <w:noProof/>
                <w:webHidden/>
              </w:rPr>
            </w:r>
            <w:r w:rsidR="002752A7">
              <w:rPr>
                <w:noProof/>
                <w:webHidden/>
              </w:rPr>
              <w:fldChar w:fldCharType="separate"/>
            </w:r>
            <w:r w:rsidR="002752A7">
              <w:rPr>
                <w:noProof/>
                <w:webHidden/>
              </w:rPr>
              <w:t>5</w:t>
            </w:r>
            <w:r w:rsidR="002752A7">
              <w:rPr>
                <w:noProof/>
                <w:webHidden/>
              </w:rPr>
              <w:fldChar w:fldCharType="end"/>
            </w:r>
          </w:hyperlink>
        </w:p>
        <w:p w14:paraId="21B62D72"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85" w:history="1">
            <w:r w:rsidR="002752A7" w:rsidRPr="007C416C">
              <w:rPr>
                <w:rStyle w:val="Hyperlink"/>
                <w:noProof/>
              </w:rPr>
              <w:t>This is the first Chapter</w:t>
            </w:r>
            <w:r w:rsidR="002752A7">
              <w:rPr>
                <w:noProof/>
                <w:webHidden/>
              </w:rPr>
              <w:tab/>
            </w:r>
            <w:r w:rsidR="002752A7">
              <w:rPr>
                <w:noProof/>
                <w:webHidden/>
              </w:rPr>
              <w:fldChar w:fldCharType="begin"/>
            </w:r>
            <w:r w:rsidR="002752A7">
              <w:rPr>
                <w:noProof/>
                <w:webHidden/>
              </w:rPr>
              <w:instrText xml:space="preserve"> PAGEREF _Toc272128185 \h </w:instrText>
            </w:r>
            <w:r w:rsidR="002752A7">
              <w:rPr>
                <w:noProof/>
                <w:webHidden/>
              </w:rPr>
            </w:r>
            <w:r w:rsidR="002752A7">
              <w:rPr>
                <w:noProof/>
                <w:webHidden/>
              </w:rPr>
              <w:fldChar w:fldCharType="separate"/>
            </w:r>
            <w:r w:rsidR="002752A7">
              <w:rPr>
                <w:noProof/>
                <w:webHidden/>
              </w:rPr>
              <w:t>6</w:t>
            </w:r>
            <w:r w:rsidR="002752A7">
              <w:rPr>
                <w:noProof/>
                <w:webHidden/>
              </w:rPr>
              <w:fldChar w:fldCharType="end"/>
            </w:r>
          </w:hyperlink>
        </w:p>
        <w:p w14:paraId="64FA32BF" w14:textId="77777777" w:rsidR="002752A7" w:rsidRDefault="00AF2074">
          <w:pPr>
            <w:pStyle w:val="Verzeichnis2"/>
            <w:tabs>
              <w:tab w:val="right" w:leader="dot" w:pos="8069"/>
            </w:tabs>
            <w:rPr>
              <w:noProof/>
            </w:rPr>
          </w:pPr>
          <w:hyperlink w:anchor="_Toc272128186" w:history="1">
            <w:r w:rsidR="002752A7" w:rsidRPr="007C416C">
              <w:rPr>
                <w:rStyle w:val="Hyperlink"/>
                <w:noProof/>
              </w:rPr>
              <w:t>Sub Section 1</w:t>
            </w:r>
            <w:r w:rsidR="002752A7">
              <w:rPr>
                <w:noProof/>
                <w:webHidden/>
              </w:rPr>
              <w:tab/>
            </w:r>
            <w:r w:rsidR="002752A7">
              <w:rPr>
                <w:noProof/>
                <w:webHidden/>
              </w:rPr>
              <w:fldChar w:fldCharType="begin"/>
            </w:r>
            <w:r w:rsidR="002752A7">
              <w:rPr>
                <w:noProof/>
                <w:webHidden/>
              </w:rPr>
              <w:instrText xml:space="preserve"> PAGEREF _Toc272128186 \h </w:instrText>
            </w:r>
            <w:r w:rsidR="002752A7">
              <w:rPr>
                <w:noProof/>
                <w:webHidden/>
              </w:rPr>
            </w:r>
            <w:r w:rsidR="002752A7">
              <w:rPr>
                <w:noProof/>
                <w:webHidden/>
              </w:rPr>
              <w:fldChar w:fldCharType="separate"/>
            </w:r>
            <w:r w:rsidR="002752A7">
              <w:rPr>
                <w:noProof/>
                <w:webHidden/>
              </w:rPr>
              <w:t>7</w:t>
            </w:r>
            <w:r w:rsidR="002752A7">
              <w:rPr>
                <w:noProof/>
                <w:webHidden/>
              </w:rPr>
              <w:fldChar w:fldCharType="end"/>
            </w:r>
          </w:hyperlink>
        </w:p>
        <w:p w14:paraId="6D79BC66" w14:textId="77777777" w:rsidR="002752A7" w:rsidRDefault="00AF2074">
          <w:pPr>
            <w:pStyle w:val="Verzeichnis2"/>
            <w:tabs>
              <w:tab w:val="right" w:leader="dot" w:pos="8069"/>
            </w:tabs>
            <w:rPr>
              <w:noProof/>
            </w:rPr>
          </w:pPr>
          <w:hyperlink w:anchor="_Toc272128187" w:history="1">
            <w:r w:rsidR="002752A7" w:rsidRPr="007C416C">
              <w:rPr>
                <w:rStyle w:val="Hyperlink"/>
                <w:noProof/>
              </w:rPr>
              <w:t>Sub Section 2</w:t>
            </w:r>
            <w:r w:rsidR="002752A7">
              <w:rPr>
                <w:noProof/>
                <w:webHidden/>
              </w:rPr>
              <w:tab/>
            </w:r>
            <w:r w:rsidR="002752A7">
              <w:rPr>
                <w:noProof/>
                <w:webHidden/>
              </w:rPr>
              <w:fldChar w:fldCharType="begin"/>
            </w:r>
            <w:r w:rsidR="002752A7">
              <w:rPr>
                <w:noProof/>
                <w:webHidden/>
              </w:rPr>
              <w:instrText xml:space="preserve"> PAGEREF _Toc272128187 \h </w:instrText>
            </w:r>
            <w:r w:rsidR="002752A7">
              <w:rPr>
                <w:noProof/>
                <w:webHidden/>
              </w:rPr>
            </w:r>
            <w:r w:rsidR="002752A7">
              <w:rPr>
                <w:noProof/>
                <w:webHidden/>
              </w:rPr>
              <w:fldChar w:fldCharType="separate"/>
            </w:r>
            <w:r w:rsidR="002752A7">
              <w:rPr>
                <w:noProof/>
                <w:webHidden/>
              </w:rPr>
              <w:t>8</w:t>
            </w:r>
            <w:r w:rsidR="002752A7">
              <w:rPr>
                <w:noProof/>
                <w:webHidden/>
              </w:rPr>
              <w:fldChar w:fldCharType="end"/>
            </w:r>
          </w:hyperlink>
        </w:p>
        <w:p w14:paraId="723D8E49"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88" w:history="1">
            <w:r w:rsidR="002752A7" w:rsidRPr="007C416C">
              <w:rPr>
                <w:rStyle w:val="Hyperlink"/>
                <w:noProof/>
              </w:rPr>
              <w:t>This is the second Chapter</w:t>
            </w:r>
            <w:r w:rsidR="002752A7">
              <w:rPr>
                <w:noProof/>
                <w:webHidden/>
              </w:rPr>
              <w:tab/>
            </w:r>
            <w:r w:rsidR="002752A7">
              <w:rPr>
                <w:noProof/>
                <w:webHidden/>
              </w:rPr>
              <w:fldChar w:fldCharType="begin"/>
            </w:r>
            <w:r w:rsidR="002752A7">
              <w:rPr>
                <w:noProof/>
                <w:webHidden/>
              </w:rPr>
              <w:instrText xml:space="preserve"> PAGEREF _Toc272128188 \h </w:instrText>
            </w:r>
            <w:r w:rsidR="002752A7">
              <w:rPr>
                <w:noProof/>
                <w:webHidden/>
              </w:rPr>
            </w:r>
            <w:r w:rsidR="002752A7">
              <w:rPr>
                <w:noProof/>
                <w:webHidden/>
              </w:rPr>
              <w:fldChar w:fldCharType="separate"/>
            </w:r>
            <w:r w:rsidR="002752A7">
              <w:rPr>
                <w:noProof/>
                <w:webHidden/>
              </w:rPr>
              <w:t>9</w:t>
            </w:r>
            <w:r w:rsidR="002752A7">
              <w:rPr>
                <w:noProof/>
                <w:webHidden/>
              </w:rPr>
              <w:fldChar w:fldCharType="end"/>
            </w:r>
          </w:hyperlink>
        </w:p>
        <w:p w14:paraId="3E8882AD"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89" w:history="1">
            <w:r w:rsidR="002752A7" w:rsidRPr="007C416C">
              <w:rPr>
                <w:rStyle w:val="Hyperlink"/>
                <w:noProof/>
              </w:rPr>
              <w:t>This is the third Chapter</w:t>
            </w:r>
            <w:r w:rsidR="002752A7">
              <w:rPr>
                <w:noProof/>
                <w:webHidden/>
              </w:rPr>
              <w:tab/>
            </w:r>
            <w:r w:rsidR="002752A7">
              <w:rPr>
                <w:noProof/>
                <w:webHidden/>
              </w:rPr>
              <w:fldChar w:fldCharType="begin"/>
            </w:r>
            <w:r w:rsidR="002752A7">
              <w:rPr>
                <w:noProof/>
                <w:webHidden/>
              </w:rPr>
              <w:instrText xml:space="preserve"> PAGEREF _Toc272128189 \h </w:instrText>
            </w:r>
            <w:r w:rsidR="002752A7">
              <w:rPr>
                <w:noProof/>
                <w:webHidden/>
              </w:rPr>
            </w:r>
            <w:r w:rsidR="002752A7">
              <w:rPr>
                <w:noProof/>
                <w:webHidden/>
              </w:rPr>
              <w:fldChar w:fldCharType="separate"/>
            </w:r>
            <w:r w:rsidR="002752A7">
              <w:rPr>
                <w:noProof/>
                <w:webHidden/>
              </w:rPr>
              <w:t>12</w:t>
            </w:r>
            <w:r w:rsidR="002752A7">
              <w:rPr>
                <w:noProof/>
                <w:webHidden/>
              </w:rPr>
              <w:fldChar w:fldCharType="end"/>
            </w:r>
          </w:hyperlink>
        </w:p>
        <w:p w14:paraId="1609FFF1"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90" w:history="1">
            <w:r w:rsidR="002752A7" w:rsidRPr="007C416C">
              <w:rPr>
                <w:rStyle w:val="Hyperlink"/>
                <w:noProof/>
              </w:rPr>
              <w:t>This is the forth Chapter</w:t>
            </w:r>
            <w:r w:rsidR="002752A7">
              <w:rPr>
                <w:noProof/>
                <w:webHidden/>
              </w:rPr>
              <w:tab/>
            </w:r>
            <w:r w:rsidR="002752A7">
              <w:rPr>
                <w:noProof/>
                <w:webHidden/>
              </w:rPr>
              <w:fldChar w:fldCharType="begin"/>
            </w:r>
            <w:r w:rsidR="002752A7">
              <w:rPr>
                <w:noProof/>
                <w:webHidden/>
              </w:rPr>
              <w:instrText xml:space="preserve"> PAGEREF _Toc272128190 \h </w:instrText>
            </w:r>
            <w:r w:rsidR="002752A7">
              <w:rPr>
                <w:noProof/>
                <w:webHidden/>
              </w:rPr>
            </w:r>
            <w:r w:rsidR="002752A7">
              <w:rPr>
                <w:noProof/>
                <w:webHidden/>
              </w:rPr>
              <w:fldChar w:fldCharType="separate"/>
            </w:r>
            <w:r w:rsidR="002752A7">
              <w:rPr>
                <w:noProof/>
                <w:webHidden/>
              </w:rPr>
              <w:t>15</w:t>
            </w:r>
            <w:r w:rsidR="002752A7">
              <w:rPr>
                <w:noProof/>
                <w:webHidden/>
              </w:rPr>
              <w:fldChar w:fldCharType="end"/>
            </w:r>
          </w:hyperlink>
        </w:p>
        <w:p w14:paraId="18AC72E8"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91" w:history="1">
            <w:r w:rsidR="002752A7" w:rsidRPr="007C416C">
              <w:rPr>
                <w:rStyle w:val="Hyperlink"/>
                <w:noProof/>
              </w:rPr>
              <w:t>This is the fifth Chapter</w:t>
            </w:r>
            <w:r w:rsidR="002752A7">
              <w:rPr>
                <w:noProof/>
                <w:webHidden/>
              </w:rPr>
              <w:tab/>
            </w:r>
            <w:r w:rsidR="002752A7">
              <w:rPr>
                <w:noProof/>
                <w:webHidden/>
              </w:rPr>
              <w:fldChar w:fldCharType="begin"/>
            </w:r>
            <w:r w:rsidR="002752A7">
              <w:rPr>
                <w:noProof/>
                <w:webHidden/>
              </w:rPr>
              <w:instrText xml:space="preserve"> PAGEREF _Toc272128191 \h </w:instrText>
            </w:r>
            <w:r w:rsidR="002752A7">
              <w:rPr>
                <w:noProof/>
                <w:webHidden/>
              </w:rPr>
            </w:r>
            <w:r w:rsidR="002752A7">
              <w:rPr>
                <w:noProof/>
                <w:webHidden/>
              </w:rPr>
              <w:fldChar w:fldCharType="separate"/>
            </w:r>
            <w:r w:rsidR="002752A7">
              <w:rPr>
                <w:noProof/>
                <w:webHidden/>
              </w:rPr>
              <w:t>18</w:t>
            </w:r>
            <w:r w:rsidR="002752A7">
              <w:rPr>
                <w:noProof/>
                <w:webHidden/>
              </w:rPr>
              <w:fldChar w:fldCharType="end"/>
            </w:r>
          </w:hyperlink>
        </w:p>
        <w:p w14:paraId="2AC0E428"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92" w:history="1">
            <w:r w:rsidR="002752A7" w:rsidRPr="007C416C">
              <w:rPr>
                <w:rStyle w:val="Hyperlink"/>
                <w:noProof/>
              </w:rPr>
              <w:t>This is the sixth Chapter</w:t>
            </w:r>
            <w:r w:rsidR="002752A7">
              <w:rPr>
                <w:noProof/>
                <w:webHidden/>
              </w:rPr>
              <w:tab/>
            </w:r>
            <w:r w:rsidR="002752A7">
              <w:rPr>
                <w:noProof/>
                <w:webHidden/>
              </w:rPr>
              <w:fldChar w:fldCharType="begin"/>
            </w:r>
            <w:r w:rsidR="002752A7">
              <w:rPr>
                <w:noProof/>
                <w:webHidden/>
              </w:rPr>
              <w:instrText xml:space="preserve"> PAGEREF _Toc272128192 \h </w:instrText>
            </w:r>
            <w:r w:rsidR="002752A7">
              <w:rPr>
                <w:noProof/>
                <w:webHidden/>
              </w:rPr>
            </w:r>
            <w:r w:rsidR="002752A7">
              <w:rPr>
                <w:noProof/>
                <w:webHidden/>
              </w:rPr>
              <w:fldChar w:fldCharType="separate"/>
            </w:r>
            <w:r w:rsidR="002752A7">
              <w:rPr>
                <w:noProof/>
                <w:webHidden/>
              </w:rPr>
              <w:t>21</w:t>
            </w:r>
            <w:r w:rsidR="002752A7">
              <w:rPr>
                <w:noProof/>
                <w:webHidden/>
              </w:rPr>
              <w:fldChar w:fldCharType="end"/>
            </w:r>
          </w:hyperlink>
        </w:p>
        <w:p w14:paraId="44FD9D03"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93" w:history="1">
            <w:r w:rsidR="002752A7" w:rsidRPr="007C416C">
              <w:rPr>
                <w:rStyle w:val="Hyperlink"/>
                <w:noProof/>
              </w:rPr>
              <w:t>Images</w:t>
            </w:r>
            <w:r w:rsidR="002752A7">
              <w:rPr>
                <w:noProof/>
                <w:webHidden/>
              </w:rPr>
              <w:tab/>
            </w:r>
            <w:r w:rsidR="002752A7">
              <w:rPr>
                <w:noProof/>
                <w:webHidden/>
              </w:rPr>
              <w:fldChar w:fldCharType="begin"/>
            </w:r>
            <w:r w:rsidR="002752A7">
              <w:rPr>
                <w:noProof/>
                <w:webHidden/>
              </w:rPr>
              <w:instrText xml:space="preserve"> PAGEREF _Toc272128193 \h </w:instrText>
            </w:r>
            <w:r w:rsidR="002752A7">
              <w:rPr>
                <w:noProof/>
                <w:webHidden/>
              </w:rPr>
            </w:r>
            <w:r w:rsidR="002752A7">
              <w:rPr>
                <w:noProof/>
                <w:webHidden/>
              </w:rPr>
              <w:fldChar w:fldCharType="separate"/>
            </w:r>
            <w:r w:rsidR="002752A7">
              <w:rPr>
                <w:noProof/>
                <w:webHidden/>
              </w:rPr>
              <w:t>24</w:t>
            </w:r>
            <w:r w:rsidR="002752A7">
              <w:rPr>
                <w:noProof/>
                <w:webHidden/>
              </w:rPr>
              <w:fldChar w:fldCharType="end"/>
            </w:r>
          </w:hyperlink>
        </w:p>
        <w:p w14:paraId="507D44B2"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94" w:history="1">
            <w:r w:rsidR="002752A7" w:rsidRPr="007C416C">
              <w:rPr>
                <w:rStyle w:val="Hyperlink"/>
                <w:noProof/>
              </w:rPr>
              <w:t>Index</w:t>
            </w:r>
            <w:r w:rsidR="002752A7">
              <w:rPr>
                <w:noProof/>
                <w:webHidden/>
              </w:rPr>
              <w:tab/>
            </w:r>
            <w:r w:rsidR="002752A7">
              <w:rPr>
                <w:noProof/>
                <w:webHidden/>
              </w:rPr>
              <w:fldChar w:fldCharType="begin"/>
            </w:r>
            <w:r w:rsidR="002752A7">
              <w:rPr>
                <w:noProof/>
                <w:webHidden/>
              </w:rPr>
              <w:instrText xml:space="preserve"> PAGEREF _Toc272128194 \h </w:instrText>
            </w:r>
            <w:r w:rsidR="002752A7">
              <w:rPr>
                <w:noProof/>
                <w:webHidden/>
              </w:rPr>
            </w:r>
            <w:r w:rsidR="002752A7">
              <w:rPr>
                <w:noProof/>
                <w:webHidden/>
              </w:rPr>
              <w:fldChar w:fldCharType="separate"/>
            </w:r>
            <w:r w:rsidR="002752A7">
              <w:rPr>
                <w:noProof/>
                <w:webHidden/>
              </w:rPr>
              <w:t>25</w:t>
            </w:r>
            <w:r w:rsidR="002752A7">
              <w:rPr>
                <w:noProof/>
                <w:webHidden/>
              </w:rPr>
              <w:fldChar w:fldCharType="end"/>
            </w:r>
          </w:hyperlink>
        </w:p>
        <w:p w14:paraId="70C13AE0" w14:textId="77777777" w:rsidR="002752A7" w:rsidRDefault="00AF2074">
          <w:pPr>
            <w:pStyle w:val="Verzeichnis1"/>
            <w:tabs>
              <w:tab w:val="right" w:leader="dot" w:pos="8069"/>
            </w:tabs>
            <w:rPr>
              <w:rFonts w:asciiTheme="minorHAnsi" w:eastAsiaTheme="minorEastAsia" w:hAnsiTheme="minorHAnsi"/>
              <w:noProof/>
              <w:sz w:val="22"/>
              <w:szCs w:val="22"/>
              <w:lang w:val="de-DE" w:eastAsia="de-DE"/>
            </w:rPr>
          </w:pPr>
          <w:hyperlink w:anchor="_Toc272128195" w:history="1">
            <w:r w:rsidR="002752A7" w:rsidRPr="007C416C">
              <w:rPr>
                <w:rStyle w:val="Hyperlink"/>
                <w:noProof/>
              </w:rPr>
              <w:t>Bibliography</w:t>
            </w:r>
            <w:r w:rsidR="002752A7">
              <w:rPr>
                <w:noProof/>
                <w:webHidden/>
              </w:rPr>
              <w:tab/>
            </w:r>
            <w:r w:rsidR="002752A7">
              <w:rPr>
                <w:noProof/>
                <w:webHidden/>
              </w:rPr>
              <w:fldChar w:fldCharType="begin"/>
            </w:r>
            <w:r w:rsidR="002752A7">
              <w:rPr>
                <w:noProof/>
                <w:webHidden/>
              </w:rPr>
              <w:instrText xml:space="preserve"> PAGEREF _Toc272128195 \h </w:instrText>
            </w:r>
            <w:r w:rsidR="002752A7">
              <w:rPr>
                <w:noProof/>
                <w:webHidden/>
              </w:rPr>
            </w:r>
            <w:r w:rsidR="002752A7">
              <w:rPr>
                <w:noProof/>
                <w:webHidden/>
              </w:rPr>
              <w:fldChar w:fldCharType="separate"/>
            </w:r>
            <w:r w:rsidR="002752A7">
              <w:rPr>
                <w:noProof/>
                <w:webHidden/>
              </w:rPr>
              <w:t>26</w:t>
            </w:r>
            <w:r w:rsidR="002752A7">
              <w:rPr>
                <w:noProof/>
                <w:webHidden/>
              </w:rPr>
              <w:fldChar w:fldCharType="end"/>
            </w:r>
          </w:hyperlink>
        </w:p>
        <w:p w14:paraId="3FFC97E4" w14:textId="77777777" w:rsidR="00A51EE3" w:rsidRPr="00333302" w:rsidRDefault="00E25996">
          <w:r w:rsidRPr="00333302">
            <w:fldChar w:fldCharType="end"/>
          </w:r>
        </w:p>
      </w:sdtContent>
    </w:sdt>
    <w:p w14:paraId="585BCAB0" w14:textId="77777777" w:rsidR="00A51EE3" w:rsidRPr="00333302" w:rsidRDefault="00A51EE3" w:rsidP="00A51EE3"/>
    <w:p w14:paraId="547B9901" w14:textId="77777777" w:rsidR="00A51EE3" w:rsidRPr="00333302" w:rsidRDefault="00A51EE3" w:rsidP="00A51EE3"/>
    <w:p w14:paraId="24A997C0" w14:textId="77777777" w:rsidR="00CC6D0F" w:rsidRPr="00333302" w:rsidRDefault="002F5DA4">
      <w:pPr>
        <w:jc w:val="left"/>
        <w:rPr>
          <w:rFonts w:ascii="Arial Black" w:eastAsiaTheme="majorEastAsia" w:hAnsi="Arial Black" w:cstheme="majorBidi"/>
          <w:b/>
          <w:bCs/>
          <w:color w:val="808080" w:themeColor="text1" w:themeTint="80"/>
          <w:sz w:val="44"/>
          <w:szCs w:val="28"/>
        </w:rPr>
      </w:pPr>
      <w:r w:rsidRPr="00333302">
        <w:br w:type="page"/>
      </w:r>
      <w:r w:rsidR="00CC6D0F" w:rsidRPr="00333302">
        <w:lastRenderedPageBreak/>
        <w:br w:type="page"/>
      </w: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CC6D0F" w:rsidRPr="00333302" w14:paraId="4D4826FC" w14:textId="77777777" w:rsidTr="00CC6D0F">
        <w:trPr>
          <w:trHeight w:val="2041"/>
          <w:jc w:val="right"/>
        </w:trPr>
        <w:tc>
          <w:tcPr>
            <w:tcW w:w="1871" w:type="dxa"/>
            <w:shd w:val="clear" w:color="auto" w:fill="auto"/>
            <w:vAlign w:val="center"/>
          </w:tcPr>
          <w:p w14:paraId="192F792B" w14:textId="77777777" w:rsidR="00CC6D0F" w:rsidRPr="00333302" w:rsidRDefault="00CC6D0F" w:rsidP="00CC6D0F">
            <w:pPr>
              <w:jc w:val="center"/>
            </w:pPr>
            <w:bookmarkStart w:id="0" w:name="_Toc248121096"/>
          </w:p>
        </w:tc>
      </w:tr>
    </w:tbl>
    <w:p w14:paraId="640C6C82" w14:textId="77777777" w:rsidR="00CC6D0F" w:rsidRPr="00333302" w:rsidRDefault="00CC6D0F" w:rsidP="00CC6D0F">
      <w:pPr>
        <w:pStyle w:val="berschrift1"/>
      </w:pPr>
      <w:bookmarkStart w:id="1" w:name="_Toc272128184"/>
      <w:r w:rsidRPr="00333302">
        <w:t>Introduction</w:t>
      </w:r>
      <w:bookmarkEnd w:id="0"/>
      <w:bookmarkEnd w:id="1"/>
    </w:p>
    <w:p w14:paraId="4BABA4B2" w14:textId="77777777" w:rsidR="00CC6D0F" w:rsidRPr="00333302" w:rsidRDefault="00CC6D0F" w:rsidP="00CC6D0F">
      <w:pPr>
        <w:keepLines/>
      </w:pPr>
      <w:r w:rsidRPr="00333302">
        <w:t xml:space="preserve">A book is characterized by the following properties: </w:t>
      </w:r>
    </w:p>
    <w:p w14:paraId="12DA28F8" w14:textId="77777777" w:rsidR="00CC6D0F" w:rsidRPr="00333302" w:rsidRDefault="00CC6D0F" w:rsidP="00CC6D0F">
      <w:pPr>
        <w:pStyle w:val="Listenabsatz"/>
        <w:numPr>
          <w:ilvl w:val="0"/>
          <w:numId w:val="2"/>
        </w:numPr>
      </w:pPr>
      <w:r w:rsidRPr="00333302">
        <w:t>A book has a minimum of about 25 pages and of about 5 sections.</w:t>
      </w:r>
    </w:p>
    <w:p w14:paraId="56625F93" w14:textId="77777777" w:rsidR="00CC6D0F" w:rsidRPr="00333302" w:rsidRDefault="00CC6D0F" w:rsidP="00CC6D0F">
      <w:pPr>
        <w:pStyle w:val="Listenabsatz"/>
        <w:numPr>
          <w:ilvl w:val="0"/>
          <w:numId w:val="2"/>
        </w:numPr>
      </w:pPr>
      <w:r w:rsidRPr="00333302">
        <w:t>The density of text is high but the requirements on formatting are low.</w:t>
      </w:r>
    </w:p>
    <w:p w14:paraId="16F96E0F" w14:textId="77777777" w:rsidR="00CC6D0F" w:rsidRPr="00333302" w:rsidRDefault="00CC6D0F" w:rsidP="00CC6D0F">
      <w:pPr>
        <w:pStyle w:val="Listenabsatz"/>
        <w:numPr>
          <w:ilvl w:val="0"/>
          <w:numId w:val="2"/>
        </w:numPr>
      </w:pPr>
      <w:r w:rsidRPr="00333302">
        <w:t>Bullet list like this one are quite rare in a book. Same is valid for tables.</w:t>
      </w:r>
    </w:p>
    <w:p w14:paraId="79FFFF40" w14:textId="77777777" w:rsidR="00CC6D0F" w:rsidRPr="00333302" w:rsidRDefault="00CC6D0F" w:rsidP="00CC6D0F">
      <w:pPr>
        <w:pStyle w:val="Listenabsatz"/>
        <w:numPr>
          <w:ilvl w:val="0"/>
          <w:numId w:val="2"/>
        </w:numPr>
      </w:pPr>
      <w:r w:rsidRPr="00333302">
        <w:t>Graphics are rare in books, except for illustrated books.</w:t>
      </w:r>
    </w:p>
    <w:p w14:paraId="6CF0373A" w14:textId="77777777" w:rsidR="00CC6D0F" w:rsidRPr="00333302" w:rsidRDefault="00CC6D0F" w:rsidP="00CC6D0F">
      <w:r w:rsidRPr="00333302">
        <w:t>There will be tables of contents / figures / tables in a book and at the end there may be an index</w:t>
      </w:r>
      <w:r w:rsidR="00E25996">
        <w:fldChar w:fldCharType="begin"/>
      </w:r>
      <w:r w:rsidR="00A908DB">
        <w:instrText xml:space="preserve"> XE "</w:instrText>
      </w:r>
      <w:r w:rsidR="00A908DB" w:rsidRPr="00D92FF1">
        <w:instrText>index</w:instrText>
      </w:r>
      <w:r w:rsidR="00A908DB">
        <w:instrText xml:space="preserve">" </w:instrText>
      </w:r>
      <w:r w:rsidR="00E25996">
        <w:fldChar w:fldCharType="end"/>
      </w:r>
      <w:r w:rsidR="00E25996" w:rsidRPr="00333302">
        <w:fldChar w:fldCharType="begin"/>
      </w:r>
      <w:r w:rsidRPr="00333302">
        <w:instrText xml:space="preserve"> XE "index" </w:instrText>
      </w:r>
      <w:r w:rsidR="00E25996" w:rsidRPr="00333302">
        <w:fldChar w:fldCharType="end"/>
      </w:r>
      <w:r w:rsidRPr="00333302">
        <w:t xml:space="preserve"> and a bibliography. The bibliography collects all references used in the book like for example </w:t>
      </w:r>
      <w:sdt>
        <w:sdtPr>
          <w:id w:val="26174482"/>
          <w:citation/>
        </w:sdtPr>
        <w:sdtEndPr/>
        <w:sdtContent>
          <w:r w:rsidR="00AF2074">
            <w:fldChar w:fldCharType="begin"/>
          </w:r>
          <w:r w:rsidR="00AF2074">
            <w:instrText xml:space="preserve"> CITATION Autxx \l 1031 </w:instrText>
          </w:r>
          <w:r w:rsidR="00AF2074">
            <w:fldChar w:fldCharType="separate"/>
          </w:r>
          <w:r w:rsidR="007B77DE" w:rsidRPr="007B77DE">
            <w:rPr>
              <w:noProof/>
            </w:rPr>
            <w:t>(1)</w:t>
          </w:r>
          <w:r w:rsidR="00AF2074">
            <w:rPr>
              <w:noProof/>
            </w:rPr>
            <w:fldChar w:fldCharType="end"/>
          </w:r>
        </w:sdtContent>
      </w:sdt>
      <w:r w:rsidRPr="00333302">
        <w:t>.</w:t>
      </w:r>
    </w:p>
    <w:p w14:paraId="5683AB5F" w14:textId="77777777" w:rsidR="00CC6D0F" w:rsidRPr="00333302" w:rsidRDefault="00781C10" w:rsidP="00CC6D0F">
      <w:r w:rsidRPr="00333302">
        <w:t>The document</w:t>
      </w:r>
      <w:r w:rsidR="00E25996">
        <w:fldChar w:fldCharType="begin"/>
      </w:r>
      <w:r w:rsidR="00A908DB">
        <w:instrText xml:space="preserve"> XE "</w:instrText>
      </w:r>
      <w:r w:rsidR="00A908DB" w:rsidRPr="00A22447">
        <w:instrText>document</w:instrText>
      </w:r>
      <w:r w:rsidR="00A908DB">
        <w:instrText xml:space="preserve">" </w:instrText>
      </w:r>
      <w:r w:rsidR="00E25996">
        <w:fldChar w:fldCharType="end"/>
      </w:r>
      <w:r w:rsidRPr="00333302">
        <w:t xml:space="preserve"> contains blind text</w:t>
      </w:r>
      <w:r w:rsidR="00CC6D0F" w:rsidRPr="00333302">
        <w:t>.</w:t>
      </w:r>
    </w:p>
    <w:p w14:paraId="14524CBB" w14:textId="77777777" w:rsidR="00CC6D0F" w:rsidRPr="00333302" w:rsidRDefault="00CC6D0F">
      <w:pPr>
        <w:jc w:val="left"/>
      </w:pPr>
      <w:r w:rsidRPr="00333302">
        <w:br w:type="page"/>
      </w:r>
    </w:p>
    <w:p w14:paraId="34566705" w14:textId="77777777" w:rsidR="00FE320B" w:rsidRPr="00333302" w:rsidRDefault="00FE320B" w:rsidP="00CC6D0F"/>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832F23" w:rsidRPr="00333302" w14:paraId="6672FC22" w14:textId="77777777" w:rsidTr="00832F23">
        <w:trPr>
          <w:trHeight w:val="2041"/>
          <w:jc w:val="right"/>
        </w:trPr>
        <w:tc>
          <w:tcPr>
            <w:tcW w:w="1871" w:type="dxa"/>
            <w:shd w:val="clear" w:color="auto" w:fill="D9D9D9" w:themeFill="background1" w:themeFillShade="D9"/>
            <w:vAlign w:val="center"/>
          </w:tcPr>
          <w:p w14:paraId="71BAF06C" w14:textId="77777777" w:rsidR="00832F23" w:rsidRPr="00333302" w:rsidRDefault="00832F23" w:rsidP="00832F23">
            <w:pPr>
              <w:jc w:val="center"/>
              <w:rPr>
                <w:rFonts w:ascii="Arial Black" w:hAnsi="Arial Black"/>
              </w:rPr>
            </w:pPr>
            <w:r w:rsidRPr="00333302">
              <w:rPr>
                <w:rFonts w:ascii="Arial Black" w:hAnsi="Arial Black"/>
              </w:rPr>
              <w:t>Chapter</w:t>
            </w:r>
          </w:p>
          <w:p w14:paraId="2BA6559F" w14:textId="77777777" w:rsidR="00832F23" w:rsidRPr="00333302" w:rsidRDefault="00832F23" w:rsidP="00832F23">
            <w:pPr>
              <w:jc w:val="center"/>
              <w:rPr>
                <w:rFonts w:ascii="Arial Black" w:hAnsi="Arial Black"/>
                <w:color w:val="FFFFFF" w:themeColor="background1"/>
                <w:sz w:val="96"/>
              </w:rPr>
            </w:pPr>
            <w:r w:rsidRPr="00333302">
              <w:rPr>
                <w:rFonts w:ascii="Arial Black" w:hAnsi="Arial Black"/>
                <w:color w:val="FFFFFF" w:themeColor="background1"/>
                <w:sz w:val="96"/>
              </w:rPr>
              <w:t>1</w:t>
            </w:r>
          </w:p>
          <w:p w14:paraId="272F8E4E" w14:textId="77777777" w:rsidR="00832F23" w:rsidRPr="00333302" w:rsidRDefault="00832F23" w:rsidP="00832F23">
            <w:pPr>
              <w:jc w:val="center"/>
            </w:pPr>
          </w:p>
        </w:tc>
      </w:tr>
    </w:tbl>
    <w:p w14:paraId="643F8E39" w14:textId="77777777" w:rsidR="00F43486" w:rsidRPr="00333302" w:rsidRDefault="00F43486" w:rsidP="00832F23">
      <w:pPr>
        <w:pStyle w:val="berschrift1"/>
      </w:pPr>
      <w:bookmarkStart w:id="2" w:name="_Toc272128185"/>
      <w:r w:rsidRPr="00333302">
        <w:t>This is the first Chapter</w:t>
      </w:r>
      <w:bookmarkEnd w:id="2"/>
      <w:r w:rsidRPr="00333302">
        <w:t xml:space="preserve"> </w:t>
      </w:r>
    </w:p>
    <w:p w14:paraId="754013CB" w14:textId="77777777" w:rsidR="008E55A7" w:rsidRPr="00333302" w:rsidRDefault="008E55A7" w:rsidP="00395003">
      <w:pPr>
        <w:pStyle w:val="ChapterSubtitle"/>
      </w:pPr>
      <w:r w:rsidRPr="00333302">
        <w:t>This is the sub title of the current chapter</w:t>
      </w:r>
      <w:r w:rsidR="00E25996">
        <w:fldChar w:fldCharType="begin"/>
      </w:r>
      <w:r w:rsidR="00A908DB">
        <w:instrText xml:space="preserve"> XE "</w:instrText>
      </w:r>
      <w:r w:rsidR="00A908DB" w:rsidRPr="00AB5114">
        <w:instrText>chapter</w:instrText>
      </w:r>
      <w:r w:rsidR="00A908DB">
        <w:instrText xml:space="preserve">" </w:instrText>
      </w:r>
      <w:r w:rsidR="00E25996">
        <w:fldChar w:fldCharType="end"/>
      </w:r>
    </w:p>
    <w:p w14:paraId="364452F3" w14:textId="77777777" w:rsidR="00395003" w:rsidRPr="00333302" w:rsidRDefault="00395003" w:rsidP="00395003">
      <w:pPr>
        <w:keepNext/>
        <w:framePr w:dropCap="drop" w:lines="3" w:wrap="around" w:vAnchor="text" w:hAnchor="text"/>
        <w:spacing w:after="0" w:line="931" w:lineRule="exact"/>
        <w:textAlignment w:val="baseline"/>
        <w:rPr>
          <w:position w:val="-8"/>
          <w:sz w:val="126"/>
        </w:rPr>
      </w:pPr>
      <w:r w:rsidRPr="00333302">
        <w:rPr>
          <w:position w:val="-8"/>
          <w:sz w:val="126"/>
        </w:rPr>
        <w:t>B</w:t>
      </w:r>
    </w:p>
    <w:p w14:paraId="762F0605" w14:textId="77777777" w:rsidR="008E55A7" w:rsidRPr="00333302" w:rsidRDefault="008E55A7" w:rsidP="00395003">
      <w:r w:rsidRPr="00333302">
        <w:t>ut I must explain to you how all this mistaken idea of denouncing pleasure and praising pain was born and I will give you a complete account of the system, and expound the actual teachings of the great explorer of the truth, the master-builder of human</w:t>
      </w:r>
      <w:r w:rsidR="00E25996">
        <w:fldChar w:fldCharType="begin"/>
      </w:r>
      <w:r w:rsidR="00A908DB">
        <w:instrText xml:space="preserve"> XE "</w:instrText>
      </w:r>
      <w:r w:rsidR="00A908DB" w:rsidRPr="00B30345">
        <w:instrText>human</w:instrText>
      </w:r>
      <w:r w:rsidR="00A908DB">
        <w:instrText xml:space="preserve">" </w:instrText>
      </w:r>
      <w:r w:rsidR="00E25996">
        <w:fldChar w:fldCharType="end"/>
      </w:r>
      <w:r w:rsidRPr="00333302">
        <w:t xml:space="preserve"> happiness.</w:t>
      </w:r>
      <w:r w:rsidR="00E25996">
        <w:fldChar w:fldCharType="begin"/>
      </w:r>
      <w:r w:rsidR="00A908DB">
        <w:instrText xml:space="preserve"> XE "</w:instrText>
      </w:r>
      <w:r w:rsidR="00A908DB" w:rsidRPr="00764EF4">
        <w:instrText>happiness.</w:instrText>
      </w:r>
      <w:r w:rsidR="00A908DB">
        <w:instrText xml:space="preserve">" </w:instrText>
      </w:r>
      <w:r w:rsidR="00E25996">
        <w:fldChar w:fldCharType="end"/>
      </w:r>
    </w:p>
    <w:p w14:paraId="0506F48B" w14:textId="77777777" w:rsidR="008E55A7" w:rsidRPr="00333302" w:rsidRDefault="008E55A7" w:rsidP="00395003">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w:t>
      </w:r>
      <w:r w:rsidR="00E25996">
        <w:fldChar w:fldCharType="begin"/>
      </w:r>
      <w:r w:rsidR="00A908DB">
        <w:instrText xml:space="preserve"> XE "</w:instrText>
      </w:r>
      <w:r w:rsidR="00A908DB" w:rsidRPr="00B5240F">
        <w:instrText>consequences</w:instrText>
      </w:r>
      <w:r w:rsidR="00A908DB">
        <w:instrText xml:space="preserve">" </w:instrText>
      </w:r>
      <w:r w:rsidR="00E25996">
        <w:fldChar w:fldCharType="end"/>
      </w:r>
      <w:r w:rsidRPr="00333302">
        <w:t xml:space="preserve"> that are extremely painful.</w:t>
      </w:r>
    </w:p>
    <w:p w14:paraId="76E01C3C" w14:textId="77777777" w:rsidR="008E55A7" w:rsidRPr="00333302" w:rsidRDefault="008E55A7" w:rsidP="00395003">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0EA81C4A" w14:textId="77777777" w:rsidR="0036745E" w:rsidRDefault="00756121" w:rsidP="00A908DB">
      <w:pPr>
        <w:pStyle w:val="Beschriftung"/>
      </w:pPr>
      <w:r w:rsidRPr="00333302">
        <w:rPr>
          <w:noProof/>
        </w:rPr>
        <w:drawing>
          <wp:inline distT="0" distB="0" distL="0" distR="0" wp14:editId="5F5175F3">
            <wp:extent cx="4032446" cy="3024210"/>
            <wp:effectExtent l="19050" t="0" r="6154" b="0"/>
            <wp:docPr id="1" name="Grafik 0" descr="CIMG08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854.JPG"/>
                    <pic:cNvPicPr/>
                  </pic:nvPicPr>
                  <pic:blipFill>
                    <a:blip r:embed="rId9" cstate="screen">
                      <a:extLst>
                        <a:ext uri="{28A0092B-C50C-407E-A947-70E740481C1C}">
                          <a14:useLocalDpi xmlns:a14="http://schemas.microsoft.com/office/drawing/2010/main"/>
                        </a:ext>
                      </a:extLst>
                    </a:blip>
                    <a:stretch>
                      <a:fillRect/>
                    </a:stretch>
                  </pic:blipFill>
                  <pic:spPr>
                    <a:xfrm>
                      <a:off x="0" y="0"/>
                      <a:ext cx="4032446" cy="3024210"/>
                    </a:xfrm>
                    <a:prstGeom prst="rect">
                      <a:avLst/>
                    </a:prstGeom>
                  </pic:spPr>
                </pic:pic>
              </a:graphicData>
            </a:graphic>
          </wp:inline>
        </w:drawing>
      </w:r>
      <w:bookmarkStart w:id="3" w:name="_GoBack"/>
      <w:bookmarkEnd w:id="3"/>
    </w:p>
    <w:p w14:paraId="62520B56" w14:textId="77777777" w:rsidR="00D72788" w:rsidRDefault="0036745E" w:rsidP="0036745E">
      <w:pPr>
        <w:pStyle w:val="Beschriftung"/>
        <w:jc w:val="left"/>
      </w:pPr>
      <w:bookmarkStart w:id="4" w:name="_Toc272127098"/>
      <w:r>
        <w:t xml:space="preserve">Image </w:t>
      </w:r>
      <w:r w:rsidR="00AF2074">
        <w:fldChar w:fldCharType="begin"/>
      </w:r>
      <w:r w:rsidR="00AF2074">
        <w:instrText xml:space="preserve"> SEQ Image \* ARABIC </w:instrText>
      </w:r>
      <w:r w:rsidR="00AF2074">
        <w:fldChar w:fldCharType="separate"/>
      </w:r>
      <w:r>
        <w:rPr>
          <w:noProof/>
        </w:rPr>
        <w:t>1</w:t>
      </w:r>
      <w:bookmarkEnd w:id="4"/>
      <w:r w:rsidR="00AF2074">
        <w:rPr>
          <w:noProof/>
        </w:rPr>
        <w:fldChar w:fldCharType="end"/>
      </w:r>
    </w:p>
    <w:p w14:paraId="0089D4E3" w14:textId="77777777" w:rsidR="00D72788" w:rsidRDefault="00D72788" w:rsidP="00395003"/>
    <w:p w14:paraId="42B8B87E" w14:textId="77777777" w:rsidR="008E55A7" w:rsidRPr="00333302" w:rsidRDefault="008E55A7" w:rsidP="00395003">
      <w:r w:rsidRPr="00333302">
        <w:t>To take a trivial example, which of us ever undertakes laborious physical exercise, except to obtain some advantage from it?</w:t>
      </w:r>
    </w:p>
    <w:p w14:paraId="438AA42C" w14:textId="77777777" w:rsidR="008E55A7" w:rsidRPr="00333302" w:rsidRDefault="008E55A7" w:rsidP="00395003">
      <w:r w:rsidRPr="00333302">
        <w:t>But who has any right to find fault with a man who chooses to enjoy a pleasure that has no annoying consequences or one who avoids a pain that produces no resultant pleasure?</w:t>
      </w:r>
    </w:p>
    <w:p w14:paraId="38C90E97" w14:textId="77777777" w:rsidR="008E55A7" w:rsidRPr="00333302" w:rsidRDefault="008E55A7" w:rsidP="00395003">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14419232" w14:textId="77777777" w:rsidR="00284B97" w:rsidRPr="00333302" w:rsidRDefault="00284B97" w:rsidP="00284B97">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32924BC0" w14:textId="77777777" w:rsidR="00284B97" w:rsidRPr="00333302" w:rsidRDefault="00284B97" w:rsidP="00284B97">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3170D872" w14:textId="77777777" w:rsidR="00284B97" w:rsidRPr="00333302" w:rsidRDefault="00284B97" w:rsidP="00284B97">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512C6322" w14:textId="77777777" w:rsidR="00284B97" w:rsidRPr="00333302" w:rsidRDefault="00284B97" w:rsidP="00284B97">
      <w:r w:rsidRPr="00333302">
        <w:t>To take a trivial example, which of us ever undertakes laborious physical exercise, except to obtain some advantage from it?</w:t>
      </w:r>
    </w:p>
    <w:p w14:paraId="2EE3E166" w14:textId="77777777" w:rsidR="00284B97" w:rsidRDefault="00284B97" w:rsidP="00284B97">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774ADBEB" w14:textId="77777777" w:rsidR="006D55BA" w:rsidRPr="00333302" w:rsidRDefault="006D55BA" w:rsidP="006D55BA">
      <w:pPr>
        <w:pStyle w:val="berschrift2"/>
      </w:pPr>
      <w:bookmarkStart w:id="5" w:name="_Toc272128186"/>
      <w:r>
        <w:t>Sub Section 1</w:t>
      </w:r>
      <w:bookmarkEnd w:id="5"/>
    </w:p>
    <w:p w14:paraId="0DE3CCB9" w14:textId="77777777" w:rsidR="00284B97" w:rsidRPr="00333302" w:rsidRDefault="00284B97" w:rsidP="00284B97">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77317C8B" w14:textId="77777777" w:rsidR="007247A0" w:rsidRPr="00333302" w:rsidRDefault="007247A0" w:rsidP="007247A0">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4083C832" w14:textId="77777777" w:rsidR="007247A0" w:rsidRPr="00333302" w:rsidRDefault="007247A0" w:rsidP="007247A0">
      <w:r w:rsidRPr="00333302">
        <w:lastRenderedPageBreak/>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1AA40EFE" w14:textId="77777777" w:rsidR="007247A0" w:rsidRPr="00333302" w:rsidRDefault="007247A0" w:rsidP="007247A0">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22DFDE2C" w14:textId="77777777" w:rsidR="007247A0" w:rsidRPr="00333302" w:rsidRDefault="007247A0" w:rsidP="007247A0">
      <w:r w:rsidRPr="00333302">
        <w:t>To take a trivial example, which of us ever undertakes laborious physical exercise, except to obtain some advantage from it?</w:t>
      </w:r>
    </w:p>
    <w:p w14:paraId="015B04CC" w14:textId="77777777" w:rsidR="007247A0" w:rsidRPr="00333302" w:rsidRDefault="007247A0" w:rsidP="007247A0">
      <w:r w:rsidRPr="00333302">
        <w:t>But who has any right to find fault with a man who chooses to enjoy a pleasure that has no annoying consequences or one who avoids a pain that produces no resultant pleasure?</w:t>
      </w:r>
    </w:p>
    <w:p w14:paraId="1BD3AC2D" w14:textId="77777777" w:rsidR="007247A0" w:rsidRDefault="007247A0" w:rsidP="007247A0">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2280F851" w14:textId="77777777" w:rsidR="006D55BA" w:rsidRPr="00333302" w:rsidRDefault="006D55BA" w:rsidP="006D55BA">
      <w:pPr>
        <w:pStyle w:val="berschrift2"/>
      </w:pPr>
      <w:bookmarkStart w:id="6" w:name="_Toc272128187"/>
      <w:r>
        <w:t>Sub Section 2</w:t>
      </w:r>
      <w:bookmarkEnd w:id="6"/>
    </w:p>
    <w:p w14:paraId="48C302B8" w14:textId="77777777" w:rsidR="007247A0" w:rsidRPr="00333302" w:rsidRDefault="007247A0" w:rsidP="007247A0">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7C4C3361" w14:textId="77777777" w:rsidR="007247A0" w:rsidRPr="00333302" w:rsidRDefault="007247A0" w:rsidP="007247A0">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125C135E" w14:textId="77777777" w:rsidR="007247A0" w:rsidRPr="00333302" w:rsidRDefault="007247A0" w:rsidP="007247A0">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715FABAD" w14:textId="77777777" w:rsidR="007247A0" w:rsidRPr="00333302" w:rsidRDefault="007247A0" w:rsidP="007247A0">
      <w:r w:rsidRPr="00333302">
        <w:t>To take a trivial example, which of us ever undertakes laborious physical exercise, except to obtain some advantage from it?</w:t>
      </w:r>
    </w:p>
    <w:p w14:paraId="7E4A0454" w14:textId="77777777" w:rsidR="007247A0" w:rsidRPr="00333302" w:rsidRDefault="007247A0" w:rsidP="007247A0">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78950DB6" w14:textId="77777777" w:rsidR="007247A0" w:rsidRPr="00333302" w:rsidRDefault="007247A0" w:rsidP="007247A0">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093C016C" w14:textId="77777777" w:rsidR="007247A0" w:rsidRPr="00333302" w:rsidRDefault="007247A0">
      <w:pPr>
        <w:jc w:val="left"/>
      </w:pPr>
      <w:r w:rsidRPr="00333302">
        <w:br w:type="page"/>
      </w: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7247A0" w:rsidRPr="00333302" w14:paraId="4E2D9D2D" w14:textId="77777777" w:rsidTr="00333302">
        <w:trPr>
          <w:trHeight w:val="2041"/>
          <w:jc w:val="right"/>
        </w:trPr>
        <w:tc>
          <w:tcPr>
            <w:tcW w:w="1871" w:type="dxa"/>
            <w:shd w:val="clear" w:color="auto" w:fill="D9D9D9" w:themeFill="background1" w:themeFillShade="D9"/>
            <w:vAlign w:val="center"/>
          </w:tcPr>
          <w:p w14:paraId="5E0F3AEA" w14:textId="77777777" w:rsidR="007247A0" w:rsidRPr="00333302" w:rsidRDefault="007247A0" w:rsidP="00333302">
            <w:pPr>
              <w:jc w:val="center"/>
              <w:rPr>
                <w:rFonts w:ascii="Arial Black" w:hAnsi="Arial Black"/>
              </w:rPr>
            </w:pPr>
            <w:r w:rsidRPr="00333302">
              <w:rPr>
                <w:rFonts w:ascii="Arial Black" w:hAnsi="Arial Black"/>
              </w:rPr>
              <w:lastRenderedPageBreak/>
              <w:t>Chapter</w:t>
            </w:r>
          </w:p>
          <w:p w14:paraId="09540312" w14:textId="77777777" w:rsidR="007247A0" w:rsidRPr="00333302" w:rsidRDefault="007247A0" w:rsidP="00333302">
            <w:pPr>
              <w:jc w:val="center"/>
              <w:rPr>
                <w:rFonts w:ascii="Arial Black" w:hAnsi="Arial Black"/>
                <w:color w:val="FFFFFF" w:themeColor="background1"/>
                <w:sz w:val="96"/>
              </w:rPr>
            </w:pPr>
            <w:r w:rsidRPr="00333302">
              <w:rPr>
                <w:rFonts w:ascii="Arial Black" w:hAnsi="Arial Black"/>
                <w:color w:val="FFFFFF" w:themeColor="background1"/>
                <w:sz w:val="96"/>
              </w:rPr>
              <w:t>2</w:t>
            </w:r>
          </w:p>
          <w:p w14:paraId="770677C4" w14:textId="77777777" w:rsidR="007247A0" w:rsidRPr="00333302" w:rsidRDefault="007247A0" w:rsidP="00333302">
            <w:pPr>
              <w:jc w:val="center"/>
            </w:pPr>
          </w:p>
        </w:tc>
      </w:tr>
    </w:tbl>
    <w:p w14:paraId="46F3B4AB" w14:textId="77777777" w:rsidR="007247A0" w:rsidRPr="00333302" w:rsidRDefault="007247A0" w:rsidP="007247A0">
      <w:pPr>
        <w:pStyle w:val="berschrift1"/>
      </w:pPr>
      <w:bookmarkStart w:id="7" w:name="_Toc272128188"/>
      <w:r w:rsidRPr="00333302">
        <w:t>This is the second Chapter</w:t>
      </w:r>
      <w:bookmarkEnd w:id="7"/>
      <w:r w:rsidRPr="00333302">
        <w:t xml:space="preserve"> </w:t>
      </w:r>
    </w:p>
    <w:p w14:paraId="0E66DE7D" w14:textId="77777777" w:rsidR="007247A0" w:rsidRPr="00333302" w:rsidRDefault="007247A0" w:rsidP="007247A0">
      <w:pPr>
        <w:pStyle w:val="ChapterSubtitle"/>
      </w:pPr>
      <w:r w:rsidRPr="00333302">
        <w:t>This is the sub title of the current chapter</w:t>
      </w:r>
    </w:p>
    <w:p w14:paraId="1B721723" w14:textId="77777777" w:rsidR="007247A0" w:rsidRPr="00333302" w:rsidRDefault="007247A0" w:rsidP="007247A0">
      <w:pPr>
        <w:keepNext/>
        <w:framePr w:dropCap="drop" w:lines="3" w:wrap="around" w:vAnchor="text" w:hAnchor="text"/>
        <w:spacing w:after="0" w:line="931" w:lineRule="exact"/>
        <w:textAlignment w:val="baseline"/>
        <w:rPr>
          <w:position w:val="-8"/>
          <w:sz w:val="126"/>
        </w:rPr>
      </w:pPr>
      <w:r w:rsidRPr="00333302">
        <w:rPr>
          <w:position w:val="-8"/>
          <w:sz w:val="126"/>
        </w:rPr>
        <w:t>B</w:t>
      </w:r>
    </w:p>
    <w:p w14:paraId="02EE5643" w14:textId="77777777" w:rsidR="007247A0" w:rsidRPr="00333302" w:rsidRDefault="007247A0" w:rsidP="007247A0">
      <w:r w:rsidRPr="00333302">
        <w:t>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C6FF2D4" w14:textId="77777777" w:rsidR="007247A0" w:rsidRPr="00333302" w:rsidRDefault="007247A0" w:rsidP="007247A0">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3DC3621F" w14:textId="77777777" w:rsidR="007247A0" w:rsidRPr="00333302" w:rsidRDefault="007247A0" w:rsidP="007247A0">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0B980517" w14:textId="77777777" w:rsidR="007247A0" w:rsidRPr="00333302" w:rsidRDefault="007247A0" w:rsidP="007247A0">
      <w:r w:rsidRPr="00333302">
        <w:t>To take a trivial example, which of us ever undertakes laborious physical exercise, except to obtain some advantage from it?</w:t>
      </w:r>
    </w:p>
    <w:p w14:paraId="6207F2A2" w14:textId="77777777" w:rsidR="007247A0" w:rsidRPr="00333302" w:rsidRDefault="007247A0" w:rsidP="007247A0">
      <w:r w:rsidRPr="00333302">
        <w:t>But who has any right to find fault with a man who chooses to enjoy a pleasure that has no annoying consequences or one who avoids a pain that produces no resultant pleasure?</w:t>
      </w:r>
    </w:p>
    <w:p w14:paraId="65F4224A" w14:textId="77777777" w:rsidR="007247A0" w:rsidRPr="00333302" w:rsidRDefault="007247A0" w:rsidP="007247A0">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61D4713C" w14:textId="77777777" w:rsidR="007247A0" w:rsidRPr="00333302" w:rsidRDefault="007247A0" w:rsidP="007247A0">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2E08EA68" w14:textId="77777777" w:rsidR="007247A0" w:rsidRPr="00333302" w:rsidRDefault="007247A0" w:rsidP="007247A0">
      <w:r w:rsidRPr="00333302">
        <w:lastRenderedPageBreak/>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271568EE" w14:textId="77777777" w:rsidR="007247A0" w:rsidRPr="00333302" w:rsidRDefault="007247A0" w:rsidP="007247A0">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7B67416F" w14:textId="77777777" w:rsidR="007247A0" w:rsidRPr="00333302" w:rsidRDefault="007247A0" w:rsidP="007247A0">
      <w:r w:rsidRPr="00333302">
        <w:t>To take a trivial example, which of us ever undertakes laborious physical exercise, except to obtain some advantage from it?</w:t>
      </w:r>
    </w:p>
    <w:p w14:paraId="43462A66" w14:textId="77777777" w:rsidR="007247A0" w:rsidRPr="00333302" w:rsidRDefault="007247A0" w:rsidP="007247A0">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75D55442" w14:textId="77777777" w:rsidR="007247A0" w:rsidRPr="00333302" w:rsidRDefault="007247A0" w:rsidP="007247A0">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140E5394" w14:textId="77777777" w:rsidR="007247A0" w:rsidRPr="00333302" w:rsidRDefault="007247A0" w:rsidP="007247A0">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4A901F4" w14:textId="77777777" w:rsidR="007247A0" w:rsidRPr="00333302" w:rsidRDefault="007247A0" w:rsidP="007247A0">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62BC8F0F" w14:textId="77777777" w:rsidR="0036745E" w:rsidRDefault="00333302" w:rsidP="0036745E">
      <w:pPr>
        <w:keepNext/>
      </w:pPr>
      <w:r w:rsidRPr="00333302">
        <w:rPr>
          <w:noProof/>
        </w:rPr>
        <w:drawing>
          <wp:inline distT="0" distB="0" distL="0" distR="0" wp14:editId="5326D4C7">
            <wp:extent cx="3864086" cy="2897945"/>
            <wp:effectExtent l="19050" t="0" r="3064" b="0"/>
            <wp:docPr id="2" name="Grafik 1" descr="CIMG0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764.JPG"/>
                    <pic:cNvPicPr/>
                  </pic:nvPicPr>
                  <pic:blipFill>
                    <a:blip r:embed="rId10" cstate="print"/>
                    <a:stretch>
                      <a:fillRect/>
                    </a:stretch>
                  </pic:blipFill>
                  <pic:spPr>
                    <a:xfrm>
                      <a:off x="0" y="0"/>
                      <a:ext cx="3871114" cy="2903216"/>
                    </a:xfrm>
                    <a:prstGeom prst="rect">
                      <a:avLst/>
                    </a:prstGeom>
                  </pic:spPr>
                </pic:pic>
              </a:graphicData>
            </a:graphic>
          </wp:inline>
        </w:drawing>
      </w:r>
    </w:p>
    <w:p w14:paraId="76C90CBC" w14:textId="77777777" w:rsidR="00333302" w:rsidRPr="00333302" w:rsidRDefault="0036745E" w:rsidP="0036745E">
      <w:pPr>
        <w:pStyle w:val="Beschriftung"/>
      </w:pPr>
      <w:bookmarkStart w:id="8" w:name="_Toc272127099"/>
      <w:r>
        <w:t xml:space="preserve">Image </w:t>
      </w:r>
      <w:r w:rsidR="00AF2074">
        <w:fldChar w:fldCharType="begin"/>
      </w:r>
      <w:r w:rsidR="00AF2074">
        <w:instrText xml:space="preserve"> SEQ Image \* ARABIC </w:instrText>
      </w:r>
      <w:r w:rsidR="00AF2074">
        <w:fldChar w:fldCharType="separate"/>
      </w:r>
      <w:r>
        <w:rPr>
          <w:noProof/>
        </w:rPr>
        <w:t>2</w:t>
      </w:r>
      <w:bookmarkEnd w:id="8"/>
      <w:r w:rsidR="00AF2074">
        <w:rPr>
          <w:noProof/>
        </w:rPr>
        <w:fldChar w:fldCharType="end"/>
      </w:r>
    </w:p>
    <w:p w14:paraId="19FA83C8" w14:textId="77777777" w:rsidR="007247A0" w:rsidRPr="00333302" w:rsidRDefault="007247A0" w:rsidP="007247A0">
      <w:r w:rsidRPr="00333302">
        <w:lastRenderedPageBreak/>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3A9E5052" w14:textId="77777777" w:rsidR="007247A0" w:rsidRPr="00333302" w:rsidRDefault="007247A0" w:rsidP="007247A0">
      <w:r w:rsidRPr="00333302">
        <w:t>To take a trivial example, which of us ever undertakes laborious physical exercise, except to obtain some advantage from it?</w:t>
      </w:r>
    </w:p>
    <w:p w14:paraId="667C2A43" w14:textId="77777777" w:rsidR="007247A0" w:rsidRPr="00333302" w:rsidRDefault="007247A0" w:rsidP="007247A0">
      <w:r w:rsidRPr="00333302">
        <w:t>But who has any right to find fault with a man who chooses to enjoy a pleasure that has no annoying consequences or one who avoids a pain that produces no resultant pleasure?</w:t>
      </w:r>
    </w:p>
    <w:p w14:paraId="446E2953" w14:textId="77777777" w:rsidR="007247A0" w:rsidRPr="00333302" w:rsidRDefault="007247A0" w:rsidP="007247A0">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51343EF3" w14:textId="77777777" w:rsidR="007247A0" w:rsidRPr="00333302" w:rsidRDefault="007247A0" w:rsidP="007247A0">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5C5FDC66" w14:textId="77777777" w:rsidR="007247A0" w:rsidRPr="00333302" w:rsidRDefault="007247A0" w:rsidP="007247A0">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64971303" w14:textId="77777777" w:rsidR="007247A0" w:rsidRPr="00333302" w:rsidRDefault="007247A0" w:rsidP="007247A0">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12C151C1" w14:textId="77777777" w:rsidR="007247A0" w:rsidRPr="00333302" w:rsidRDefault="007247A0" w:rsidP="007247A0">
      <w:r w:rsidRPr="00333302">
        <w:t>To take a trivial example, which of us ever undertakes laborious physical exercise, except to obtain some advantage from it?</w:t>
      </w:r>
    </w:p>
    <w:p w14:paraId="1D6A0FAA" w14:textId="77777777" w:rsidR="007247A0" w:rsidRPr="00333302" w:rsidRDefault="007247A0" w:rsidP="007247A0">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08E7A93B" w14:textId="77777777" w:rsidR="007247A0" w:rsidRPr="00333302" w:rsidRDefault="007247A0" w:rsidP="007247A0">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3A53DFF3" w14:textId="77777777" w:rsidR="00C406AA" w:rsidRPr="00333302" w:rsidRDefault="00C406AA">
      <w:pPr>
        <w:jc w:val="left"/>
      </w:pPr>
    </w:p>
    <w:p w14:paraId="3EC34ADD" w14:textId="77777777" w:rsidR="007A721F" w:rsidRPr="00333302" w:rsidRDefault="007A721F">
      <w:pPr>
        <w:jc w:val="left"/>
      </w:pPr>
      <w:r w:rsidRPr="00333302">
        <w:br w:type="page"/>
      </w: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7A721F" w:rsidRPr="00333302" w14:paraId="7D8880A3" w14:textId="77777777" w:rsidTr="00333302">
        <w:trPr>
          <w:trHeight w:val="2041"/>
          <w:jc w:val="right"/>
        </w:trPr>
        <w:tc>
          <w:tcPr>
            <w:tcW w:w="1871" w:type="dxa"/>
            <w:shd w:val="clear" w:color="auto" w:fill="D9D9D9" w:themeFill="background1" w:themeFillShade="D9"/>
            <w:vAlign w:val="center"/>
          </w:tcPr>
          <w:p w14:paraId="651BD51A" w14:textId="77777777" w:rsidR="007A721F" w:rsidRPr="00333302" w:rsidRDefault="007A721F" w:rsidP="00333302">
            <w:pPr>
              <w:jc w:val="center"/>
              <w:rPr>
                <w:rFonts w:ascii="Arial Black" w:hAnsi="Arial Black"/>
              </w:rPr>
            </w:pPr>
            <w:r w:rsidRPr="00333302">
              <w:rPr>
                <w:rFonts w:ascii="Arial Black" w:hAnsi="Arial Black"/>
              </w:rPr>
              <w:lastRenderedPageBreak/>
              <w:t>Chapter</w:t>
            </w:r>
          </w:p>
          <w:p w14:paraId="77CB37F5" w14:textId="77777777" w:rsidR="007A721F" w:rsidRPr="00333302" w:rsidRDefault="007A721F" w:rsidP="00333302">
            <w:pPr>
              <w:jc w:val="center"/>
              <w:rPr>
                <w:rFonts w:ascii="Arial Black" w:hAnsi="Arial Black"/>
                <w:color w:val="FFFFFF" w:themeColor="background1"/>
                <w:sz w:val="96"/>
              </w:rPr>
            </w:pPr>
            <w:r w:rsidRPr="00333302">
              <w:rPr>
                <w:rFonts w:ascii="Arial Black" w:hAnsi="Arial Black"/>
                <w:color w:val="FFFFFF" w:themeColor="background1"/>
                <w:sz w:val="96"/>
              </w:rPr>
              <w:t>3</w:t>
            </w:r>
          </w:p>
          <w:p w14:paraId="4A2EB953" w14:textId="77777777" w:rsidR="007A721F" w:rsidRPr="00333302" w:rsidRDefault="007A721F" w:rsidP="00333302">
            <w:pPr>
              <w:jc w:val="center"/>
            </w:pPr>
          </w:p>
        </w:tc>
      </w:tr>
    </w:tbl>
    <w:p w14:paraId="78BBE519" w14:textId="77777777" w:rsidR="007A721F" w:rsidRPr="00333302" w:rsidRDefault="007A721F" w:rsidP="007A721F">
      <w:pPr>
        <w:pStyle w:val="berschrift1"/>
      </w:pPr>
      <w:bookmarkStart w:id="9" w:name="_Toc272128189"/>
      <w:r w:rsidRPr="00333302">
        <w:t>This is the third Chapter</w:t>
      </w:r>
      <w:bookmarkEnd w:id="9"/>
      <w:r w:rsidRPr="00333302">
        <w:t xml:space="preserve"> </w:t>
      </w:r>
    </w:p>
    <w:p w14:paraId="5B50E1E6" w14:textId="77777777" w:rsidR="007A721F" w:rsidRPr="00333302" w:rsidRDefault="007A721F" w:rsidP="007A721F">
      <w:pPr>
        <w:pStyle w:val="ChapterSubtitle"/>
      </w:pPr>
      <w:r w:rsidRPr="00333302">
        <w:t>This is the sub title of the current chapter</w:t>
      </w:r>
    </w:p>
    <w:p w14:paraId="48F70B19" w14:textId="77777777" w:rsidR="007A721F" w:rsidRPr="00333302" w:rsidRDefault="007A721F" w:rsidP="007A721F">
      <w:pPr>
        <w:keepNext/>
        <w:framePr w:dropCap="drop" w:lines="3" w:wrap="around" w:vAnchor="text" w:hAnchor="text"/>
        <w:spacing w:after="0" w:line="931" w:lineRule="exact"/>
        <w:textAlignment w:val="baseline"/>
        <w:rPr>
          <w:position w:val="-8"/>
          <w:sz w:val="126"/>
        </w:rPr>
      </w:pPr>
      <w:r w:rsidRPr="00333302">
        <w:rPr>
          <w:position w:val="-8"/>
          <w:sz w:val="126"/>
        </w:rPr>
        <w:t>B</w:t>
      </w:r>
    </w:p>
    <w:p w14:paraId="4871900E" w14:textId="77777777" w:rsidR="007A721F" w:rsidRPr="00333302" w:rsidRDefault="007A721F" w:rsidP="007A721F">
      <w:r w:rsidRPr="00333302">
        <w:t>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47B037FC"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4E60A2A7"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6C4CADEB" w14:textId="77777777" w:rsidR="007A721F" w:rsidRPr="00333302" w:rsidRDefault="007A721F" w:rsidP="007A721F">
      <w:r w:rsidRPr="00333302">
        <w:t>To take a trivial example, which of us ever undertakes laborious physical exercise, except to obtain some advantage from it?</w:t>
      </w:r>
    </w:p>
    <w:p w14:paraId="54B8F4A0" w14:textId="77777777" w:rsidR="007A721F" w:rsidRPr="00333302" w:rsidRDefault="007A721F" w:rsidP="007A721F">
      <w:r w:rsidRPr="00333302">
        <w:t>But who has any right to find fault with a man who chooses to enjoy a pleasure that has no annoying consequences or one who avoids a pain that produces no resultant pleasure?</w:t>
      </w:r>
    </w:p>
    <w:p w14:paraId="568D7950"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0C73CE14" w14:textId="77777777" w:rsidR="007A721F" w:rsidRPr="00333302" w:rsidRDefault="007A721F" w:rsidP="007A721F">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51B58AD7" w14:textId="77777777" w:rsidR="007A721F" w:rsidRPr="00333302" w:rsidRDefault="007A721F" w:rsidP="007A721F">
      <w:r w:rsidRPr="00333302">
        <w:lastRenderedPageBreak/>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3C9C2F13"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4EC6C4FE" w14:textId="77777777" w:rsidR="007A721F" w:rsidRPr="00333302" w:rsidRDefault="007A721F" w:rsidP="007A721F">
      <w:r w:rsidRPr="00333302">
        <w:t>To take a trivial example, which of us ever undertakes laborious physical exercise, except to obtain some advantage from it?</w:t>
      </w:r>
    </w:p>
    <w:p w14:paraId="3A801CFD" w14:textId="77777777" w:rsidR="007A721F" w:rsidRPr="00333302" w:rsidRDefault="007A721F" w:rsidP="007A721F">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5FE4F225"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6D2A6648" w14:textId="77777777" w:rsidR="007A721F" w:rsidRPr="00333302" w:rsidRDefault="007A721F" w:rsidP="007A721F">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EA2C721"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15BDF0EB"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32D01621" w14:textId="77777777" w:rsidR="007A721F" w:rsidRPr="00333302" w:rsidRDefault="007A721F" w:rsidP="007A721F">
      <w:r w:rsidRPr="00333302">
        <w:t>To take a trivial example, which of us ever undertakes laborious physical exercise, except to obtain some advantage from it?</w:t>
      </w:r>
    </w:p>
    <w:p w14:paraId="73EDB0A6" w14:textId="77777777" w:rsidR="007A721F" w:rsidRPr="00333302" w:rsidRDefault="007A721F" w:rsidP="007A721F">
      <w:r w:rsidRPr="00333302">
        <w:t>But who has any right to find fault with a man who chooses to enjoy a pleasure that has no annoying consequences or one who avoids a pain that produces no resultant pleasure?</w:t>
      </w:r>
    </w:p>
    <w:p w14:paraId="009EC725"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664A8D10" w14:textId="77777777" w:rsidR="007A721F" w:rsidRPr="00333302" w:rsidRDefault="007A721F" w:rsidP="007A721F">
      <w:r w:rsidRPr="00333302">
        <w:t xml:space="preserve">But I must explain to you how all this mistaken idea of denouncing pleasure and praising pain was born and I will give you a complete account of the system, and </w:t>
      </w:r>
      <w:r w:rsidRPr="00333302">
        <w:lastRenderedPageBreak/>
        <w:t>expound the actual teachings of the great explorer of the truth, the master-builder of human happiness.</w:t>
      </w:r>
    </w:p>
    <w:p w14:paraId="5512889D"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430FC042"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4E4F79EB" w14:textId="77777777" w:rsidR="007A721F" w:rsidRPr="00333302" w:rsidRDefault="007A721F" w:rsidP="007A721F">
      <w:r w:rsidRPr="00333302">
        <w:t>To take a trivial example, which of us ever undertakes laborious physical exercise, except to obtain some advantage from it?</w:t>
      </w:r>
    </w:p>
    <w:p w14:paraId="5A051352" w14:textId="77777777" w:rsidR="007A721F" w:rsidRPr="00333302" w:rsidRDefault="007A721F" w:rsidP="007A721F">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0FC320A9" w14:textId="77777777" w:rsidR="0036745E" w:rsidRDefault="00333302" w:rsidP="0036745E">
      <w:pPr>
        <w:keepNext/>
      </w:pPr>
      <w:r w:rsidRPr="00333302">
        <w:rPr>
          <w:noProof/>
        </w:rPr>
        <w:drawing>
          <wp:inline distT="0" distB="0" distL="0" distR="0" wp14:editId="13BDA68B">
            <wp:extent cx="4327867" cy="3245766"/>
            <wp:effectExtent l="19050" t="0" r="0" b="0"/>
            <wp:docPr id="4" name="Grafik 3" descr="CIMG28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40.JPG"/>
                    <pic:cNvPicPr/>
                  </pic:nvPicPr>
                  <pic:blipFill>
                    <a:blip r:embed="rId11" cstate="print"/>
                    <a:stretch>
                      <a:fillRect/>
                    </a:stretch>
                  </pic:blipFill>
                  <pic:spPr>
                    <a:xfrm>
                      <a:off x="0" y="0"/>
                      <a:ext cx="4345560" cy="3259035"/>
                    </a:xfrm>
                    <a:prstGeom prst="rect">
                      <a:avLst/>
                    </a:prstGeom>
                  </pic:spPr>
                </pic:pic>
              </a:graphicData>
            </a:graphic>
          </wp:inline>
        </w:drawing>
      </w:r>
    </w:p>
    <w:p w14:paraId="4BC8AE23" w14:textId="77777777" w:rsidR="00333302" w:rsidRPr="00333302" w:rsidRDefault="0036745E" w:rsidP="0036745E">
      <w:pPr>
        <w:pStyle w:val="Beschriftung"/>
      </w:pPr>
      <w:bookmarkStart w:id="10" w:name="_Toc272127100"/>
      <w:r>
        <w:t xml:space="preserve">Image </w:t>
      </w:r>
      <w:r w:rsidR="00AF2074">
        <w:fldChar w:fldCharType="begin"/>
      </w:r>
      <w:r w:rsidR="00AF2074">
        <w:instrText xml:space="preserve"> SEQ Image \* ARABIC </w:instrText>
      </w:r>
      <w:r w:rsidR="00AF2074">
        <w:fldChar w:fldCharType="separate"/>
      </w:r>
      <w:r>
        <w:rPr>
          <w:noProof/>
        </w:rPr>
        <w:t>3</w:t>
      </w:r>
      <w:bookmarkEnd w:id="10"/>
      <w:r w:rsidR="00AF2074">
        <w:rPr>
          <w:noProof/>
        </w:rPr>
        <w:fldChar w:fldCharType="end"/>
      </w:r>
    </w:p>
    <w:p w14:paraId="6CCD5E23"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1DA1545C" w14:textId="77777777" w:rsidR="007A721F" w:rsidRPr="00333302" w:rsidRDefault="007A721F" w:rsidP="007A721F">
      <w:pPr>
        <w:jc w:val="left"/>
      </w:pPr>
    </w:p>
    <w:p w14:paraId="512E19A0" w14:textId="77777777" w:rsidR="007A721F" w:rsidRPr="00333302" w:rsidRDefault="007A721F" w:rsidP="007A721F"/>
    <w:p w14:paraId="7099DE8C" w14:textId="77777777" w:rsidR="007A721F" w:rsidRPr="00333302" w:rsidRDefault="007A721F">
      <w:pPr>
        <w:jc w:val="left"/>
      </w:pPr>
      <w:r w:rsidRPr="00333302">
        <w:br w:type="page"/>
      </w: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7A721F" w:rsidRPr="00333302" w14:paraId="12085AF4" w14:textId="77777777" w:rsidTr="00333302">
        <w:trPr>
          <w:trHeight w:val="2041"/>
          <w:jc w:val="right"/>
        </w:trPr>
        <w:tc>
          <w:tcPr>
            <w:tcW w:w="1871" w:type="dxa"/>
            <w:shd w:val="clear" w:color="auto" w:fill="D9D9D9" w:themeFill="background1" w:themeFillShade="D9"/>
            <w:vAlign w:val="center"/>
          </w:tcPr>
          <w:p w14:paraId="59FB8F61" w14:textId="77777777" w:rsidR="007A721F" w:rsidRPr="00333302" w:rsidRDefault="007A721F" w:rsidP="00333302">
            <w:pPr>
              <w:jc w:val="center"/>
              <w:rPr>
                <w:rFonts w:ascii="Arial Black" w:hAnsi="Arial Black"/>
              </w:rPr>
            </w:pPr>
            <w:r w:rsidRPr="00333302">
              <w:rPr>
                <w:rFonts w:ascii="Arial Black" w:hAnsi="Arial Black"/>
              </w:rPr>
              <w:lastRenderedPageBreak/>
              <w:t>Chapter</w:t>
            </w:r>
          </w:p>
          <w:p w14:paraId="22B85315" w14:textId="77777777" w:rsidR="007A721F" w:rsidRPr="00333302" w:rsidRDefault="007A721F" w:rsidP="00333302">
            <w:pPr>
              <w:jc w:val="center"/>
              <w:rPr>
                <w:rFonts w:ascii="Arial Black" w:hAnsi="Arial Black"/>
                <w:color w:val="FFFFFF" w:themeColor="background1"/>
                <w:sz w:val="96"/>
              </w:rPr>
            </w:pPr>
            <w:r w:rsidRPr="00333302">
              <w:rPr>
                <w:rFonts w:ascii="Arial Black" w:hAnsi="Arial Black"/>
                <w:color w:val="FFFFFF" w:themeColor="background1"/>
                <w:sz w:val="96"/>
              </w:rPr>
              <w:t>4</w:t>
            </w:r>
          </w:p>
          <w:p w14:paraId="1458141D" w14:textId="77777777" w:rsidR="007A721F" w:rsidRPr="00333302" w:rsidRDefault="007A721F" w:rsidP="00333302">
            <w:pPr>
              <w:jc w:val="center"/>
            </w:pPr>
          </w:p>
        </w:tc>
      </w:tr>
    </w:tbl>
    <w:p w14:paraId="659601E1" w14:textId="77777777" w:rsidR="007A721F" w:rsidRPr="00333302" w:rsidRDefault="007A721F" w:rsidP="007A721F">
      <w:pPr>
        <w:pStyle w:val="berschrift1"/>
      </w:pPr>
      <w:bookmarkStart w:id="11" w:name="_Toc272128190"/>
      <w:r w:rsidRPr="00333302">
        <w:t>This is the forth Chapter</w:t>
      </w:r>
      <w:bookmarkEnd w:id="11"/>
      <w:r w:rsidRPr="00333302">
        <w:t xml:space="preserve"> </w:t>
      </w:r>
    </w:p>
    <w:p w14:paraId="46D2FA44" w14:textId="77777777" w:rsidR="007A721F" w:rsidRPr="00333302" w:rsidRDefault="007A721F" w:rsidP="007A721F">
      <w:pPr>
        <w:pStyle w:val="ChapterSubtitle"/>
      </w:pPr>
      <w:r w:rsidRPr="00333302">
        <w:t>This is the sub title of the current chapter</w:t>
      </w:r>
    </w:p>
    <w:p w14:paraId="26D7E144" w14:textId="77777777" w:rsidR="007A721F" w:rsidRPr="00333302" w:rsidRDefault="007A721F" w:rsidP="007A721F">
      <w:pPr>
        <w:keepNext/>
        <w:framePr w:dropCap="drop" w:lines="3" w:wrap="around" w:vAnchor="text" w:hAnchor="text"/>
        <w:spacing w:after="0" w:line="931" w:lineRule="exact"/>
        <w:textAlignment w:val="baseline"/>
        <w:rPr>
          <w:position w:val="-8"/>
          <w:sz w:val="126"/>
        </w:rPr>
      </w:pPr>
      <w:r w:rsidRPr="00333302">
        <w:rPr>
          <w:position w:val="-8"/>
          <w:sz w:val="126"/>
        </w:rPr>
        <w:t>B</w:t>
      </w:r>
    </w:p>
    <w:p w14:paraId="42E9AA05" w14:textId="77777777" w:rsidR="007A721F" w:rsidRPr="00333302" w:rsidRDefault="007A721F" w:rsidP="007A721F">
      <w:r w:rsidRPr="00333302">
        <w:t>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192C6420"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5709DF17"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30C0496D" w14:textId="77777777" w:rsidR="007A721F" w:rsidRPr="00333302" w:rsidRDefault="007A721F" w:rsidP="007A721F">
      <w:r w:rsidRPr="00333302">
        <w:t>To take a trivial example, which of us ever undertakes laborious physical exercise, except to obtain some advantage from it?</w:t>
      </w:r>
    </w:p>
    <w:p w14:paraId="5BCDACCB" w14:textId="77777777" w:rsidR="007A721F" w:rsidRPr="00333302" w:rsidRDefault="007A721F" w:rsidP="007A721F">
      <w:r w:rsidRPr="00333302">
        <w:t>But who has any right to find fault with a man who chooses to enjoy a pleasure that has no annoying consequences or one who avoids a pain that produces no resultant pleasure?</w:t>
      </w:r>
    </w:p>
    <w:p w14:paraId="7C6ACB8C"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280FB7F7" w14:textId="77777777" w:rsidR="007A721F" w:rsidRPr="00333302" w:rsidRDefault="007A721F" w:rsidP="007A721F">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7E114D2D" w14:textId="77777777" w:rsidR="007A721F" w:rsidRPr="00333302" w:rsidRDefault="007A721F" w:rsidP="007A721F">
      <w:r w:rsidRPr="00333302">
        <w:lastRenderedPageBreak/>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78CABE5E"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14F60221" w14:textId="77777777" w:rsidR="007A721F" w:rsidRPr="00333302" w:rsidRDefault="007A721F" w:rsidP="007A721F">
      <w:r w:rsidRPr="00333302">
        <w:t>To take a trivial example, which of us ever undertakes laborious physical exercise, except to obtain some advantage from it?</w:t>
      </w:r>
    </w:p>
    <w:p w14:paraId="3CBC67B5" w14:textId="77777777" w:rsidR="007A721F" w:rsidRPr="00333302" w:rsidRDefault="007A721F" w:rsidP="007A721F">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22E35BAE"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0740DC49" w14:textId="77777777" w:rsidR="007A721F" w:rsidRPr="00333302" w:rsidRDefault="007A721F" w:rsidP="007A721F">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5E4F873A"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2C03AA71"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23AE79E2" w14:textId="77777777" w:rsidR="007A721F" w:rsidRPr="00333302" w:rsidRDefault="007A721F" w:rsidP="007A721F">
      <w:r w:rsidRPr="00333302">
        <w:t>To take a trivial example, which of us ever undertakes laborious physical exercise, except to obtain some advantage from it?</w:t>
      </w:r>
    </w:p>
    <w:p w14:paraId="77869BDB" w14:textId="77777777" w:rsidR="007A721F" w:rsidRPr="00333302" w:rsidRDefault="007A721F" w:rsidP="007A721F">
      <w:r w:rsidRPr="00333302">
        <w:t>But who has any right to find fault with a man who chooses to enjoy a pleasure that has no annoying consequences or one who avoids a pain that produces no resultant pleasure?</w:t>
      </w:r>
    </w:p>
    <w:p w14:paraId="021608B7"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2258F407" w14:textId="77777777" w:rsidR="007A721F" w:rsidRPr="00333302" w:rsidRDefault="007A721F" w:rsidP="007A721F">
      <w:r w:rsidRPr="00333302">
        <w:t xml:space="preserve">But I must explain to you how all this mistaken idea of denouncing pleasure and praising pain was born and I will give you a complete account of the system, and </w:t>
      </w:r>
      <w:r w:rsidRPr="00333302">
        <w:lastRenderedPageBreak/>
        <w:t>expound the actual teachings of the great explorer of the truth, the master-builder of human happiness.</w:t>
      </w:r>
    </w:p>
    <w:p w14:paraId="49967614"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2C3CBD53"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3137EDBF" w14:textId="77777777" w:rsidR="007A721F" w:rsidRPr="00333302" w:rsidRDefault="007A721F" w:rsidP="007A721F">
      <w:r w:rsidRPr="00333302">
        <w:t>To take a trivial example, which of us ever undertakes laborious physical exercise, except to obtain some advantage from it?</w:t>
      </w:r>
    </w:p>
    <w:p w14:paraId="49A894FF" w14:textId="77777777" w:rsidR="007A721F" w:rsidRPr="00333302" w:rsidRDefault="007A721F" w:rsidP="007A721F">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6368E7F5"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4A977C5E" w14:textId="77777777" w:rsidR="007A721F" w:rsidRPr="00333302" w:rsidRDefault="007A721F" w:rsidP="007A721F">
      <w:pPr>
        <w:jc w:val="left"/>
      </w:pPr>
    </w:p>
    <w:p w14:paraId="308AFE3D" w14:textId="77777777" w:rsidR="007A721F" w:rsidRPr="00333302" w:rsidRDefault="007A721F" w:rsidP="007A721F"/>
    <w:p w14:paraId="5F4826B3" w14:textId="77777777" w:rsidR="007A721F" w:rsidRPr="00333302" w:rsidRDefault="007A721F" w:rsidP="007A721F"/>
    <w:p w14:paraId="6E01983C" w14:textId="77777777" w:rsidR="007A721F" w:rsidRPr="00333302" w:rsidRDefault="007A721F">
      <w:pPr>
        <w:jc w:val="left"/>
      </w:pPr>
      <w:r w:rsidRPr="00333302">
        <w:br w:type="page"/>
      </w: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7A721F" w:rsidRPr="00333302" w14:paraId="4902B896" w14:textId="77777777" w:rsidTr="00333302">
        <w:trPr>
          <w:trHeight w:val="2041"/>
          <w:jc w:val="right"/>
        </w:trPr>
        <w:tc>
          <w:tcPr>
            <w:tcW w:w="1871" w:type="dxa"/>
            <w:shd w:val="clear" w:color="auto" w:fill="D9D9D9" w:themeFill="background1" w:themeFillShade="D9"/>
            <w:vAlign w:val="center"/>
          </w:tcPr>
          <w:p w14:paraId="4E3A35A0" w14:textId="77777777" w:rsidR="007A721F" w:rsidRPr="00333302" w:rsidRDefault="007A721F" w:rsidP="00333302">
            <w:pPr>
              <w:jc w:val="center"/>
              <w:rPr>
                <w:rFonts w:ascii="Arial Black" w:hAnsi="Arial Black"/>
              </w:rPr>
            </w:pPr>
            <w:r w:rsidRPr="00333302">
              <w:rPr>
                <w:rFonts w:ascii="Arial Black" w:hAnsi="Arial Black"/>
              </w:rPr>
              <w:lastRenderedPageBreak/>
              <w:t>Chapter</w:t>
            </w:r>
          </w:p>
          <w:p w14:paraId="2A281052" w14:textId="77777777" w:rsidR="007A721F" w:rsidRPr="00333302" w:rsidRDefault="007A721F" w:rsidP="00333302">
            <w:pPr>
              <w:jc w:val="center"/>
              <w:rPr>
                <w:rFonts w:ascii="Arial Black" w:hAnsi="Arial Black"/>
                <w:color w:val="FFFFFF" w:themeColor="background1"/>
                <w:sz w:val="96"/>
              </w:rPr>
            </w:pPr>
            <w:r w:rsidRPr="00333302">
              <w:rPr>
                <w:rFonts w:ascii="Arial Black" w:hAnsi="Arial Black"/>
                <w:color w:val="FFFFFF" w:themeColor="background1"/>
                <w:sz w:val="96"/>
              </w:rPr>
              <w:t>5</w:t>
            </w:r>
          </w:p>
          <w:p w14:paraId="5E06E16B" w14:textId="77777777" w:rsidR="007A721F" w:rsidRPr="00333302" w:rsidRDefault="007A721F" w:rsidP="00333302">
            <w:pPr>
              <w:jc w:val="center"/>
            </w:pPr>
          </w:p>
        </w:tc>
      </w:tr>
    </w:tbl>
    <w:p w14:paraId="08702FDB" w14:textId="77777777" w:rsidR="007A721F" w:rsidRPr="00333302" w:rsidRDefault="007A721F" w:rsidP="007A721F">
      <w:pPr>
        <w:pStyle w:val="berschrift1"/>
      </w:pPr>
      <w:bookmarkStart w:id="12" w:name="_Toc272128191"/>
      <w:r w:rsidRPr="00333302">
        <w:t>This is the fifth Chapter</w:t>
      </w:r>
      <w:bookmarkEnd w:id="12"/>
      <w:r w:rsidRPr="00333302">
        <w:t xml:space="preserve"> </w:t>
      </w:r>
    </w:p>
    <w:p w14:paraId="52E8A479" w14:textId="77777777" w:rsidR="007A721F" w:rsidRPr="00333302" w:rsidRDefault="007A721F" w:rsidP="007A721F">
      <w:pPr>
        <w:pStyle w:val="ChapterSubtitle"/>
      </w:pPr>
      <w:r w:rsidRPr="00333302">
        <w:t>This is the sub title of the current chapter</w:t>
      </w:r>
    </w:p>
    <w:p w14:paraId="41FA8D79" w14:textId="77777777" w:rsidR="007A721F" w:rsidRPr="00333302" w:rsidRDefault="007A721F" w:rsidP="007A721F">
      <w:pPr>
        <w:keepNext/>
        <w:framePr w:dropCap="drop" w:lines="3" w:wrap="around" w:vAnchor="text" w:hAnchor="text"/>
        <w:spacing w:after="0" w:line="931" w:lineRule="exact"/>
        <w:textAlignment w:val="baseline"/>
        <w:rPr>
          <w:position w:val="-8"/>
          <w:sz w:val="126"/>
        </w:rPr>
      </w:pPr>
      <w:r w:rsidRPr="00333302">
        <w:rPr>
          <w:position w:val="-8"/>
          <w:sz w:val="126"/>
        </w:rPr>
        <w:t>B</w:t>
      </w:r>
    </w:p>
    <w:p w14:paraId="44123ACA" w14:textId="77777777" w:rsidR="007A721F" w:rsidRPr="00333302" w:rsidRDefault="007A721F" w:rsidP="007A721F">
      <w:r w:rsidRPr="00333302">
        <w:t>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A663D70"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0F4FB44D"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7FC4B3CD" w14:textId="77777777" w:rsidR="007A721F" w:rsidRPr="00333302" w:rsidRDefault="007A721F" w:rsidP="007A721F">
      <w:r w:rsidRPr="00333302">
        <w:t>To take a trivial example, which of us ever undertakes laborious physical exercise, except to obtain some advantage from it?</w:t>
      </w:r>
    </w:p>
    <w:p w14:paraId="3832CAC4" w14:textId="77777777" w:rsidR="007A721F" w:rsidRPr="00333302" w:rsidRDefault="007A721F" w:rsidP="007A721F">
      <w:r w:rsidRPr="00333302">
        <w:t>But who has any right to find fault with a man who chooses to enjoy a pleasure that has no annoying consequences or one who avoids a pain that produces no resultant pleasure?</w:t>
      </w:r>
    </w:p>
    <w:p w14:paraId="0F998E75"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10FADC66" w14:textId="77777777" w:rsidR="007A721F" w:rsidRPr="00333302" w:rsidRDefault="007A721F" w:rsidP="007A721F">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2E5E9E2" w14:textId="77777777" w:rsidR="007A721F" w:rsidRPr="00333302" w:rsidRDefault="007A721F" w:rsidP="007A721F">
      <w:r w:rsidRPr="00333302">
        <w:lastRenderedPageBreak/>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494A38C0"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3F6FF9B1" w14:textId="77777777" w:rsidR="007A721F" w:rsidRPr="00333302" w:rsidRDefault="007A721F" w:rsidP="007A721F">
      <w:r w:rsidRPr="00333302">
        <w:t>To take a trivial example, which of us ever undertakes laborious physical exercise, except to obtain some advantage from it?</w:t>
      </w:r>
    </w:p>
    <w:p w14:paraId="45CAC0E9" w14:textId="77777777" w:rsidR="007A721F" w:rsidRPr="00333302" w:rsidRDefault="007A721F" w:rsidP="007A721F">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0E577AAC"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4D09CBA9" w14:textId="77777777" w:rsidR="007A721F" w:rsidRPr="00333302" w:rsidRDefault="007A721F" w:rsidP="007A721F">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BD6EE8F"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4F8AA776"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15472699" w14:textId="77777777" w:rsidR="007A721F" w:rsidRPr="00333302" w:rsidRDefault="007A721F" w:rsidP="007A721F">
      <w:r w:rsidRPr="00333302">
        <w:t>To take a trivial example, which of us ever undertakes laborious physical exercise, except to obtain some advantage from it?</w:t>
      </w:r>
    </w:p>
    <w:p w14:paraId="65A06F0E" w14:textId="77777777" w:rsidR="007A721F" w:rsidRPr="00333302" w:rsidRDefault="007A721F" w:rsidP="007A721F">
      <w:r w:rsidRPr="00333302">
        <w:t>But who has any right to find fault with a man who chooses to enjoy a pleasure that has no annoying consequences or one who avoids a pain that produces no resultant pleasure?</w:t>
      </w:r>
    </w:p>
    <w:p w14:paraId="56D1641F"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39FAD2A7" w14:textId="77777777" w:rsidR="007A721F" w:rsidRPr="00333302" w:rsidRDefault="007A721F" w:rsidP="007A721F">
      <w:r w:rsidRPr="00333302">
        <w:t xml:space="preserve">But I must explain to you how all this mistaken idea of denouncing pleasure and praising pain was born and I will give you a complete account of the system, and </w:t>
      </w:r>
      <w:r w:rsidRPr="00333302">
        <w:lastRenderedPageBreak/>
        <w:t>expound the actual teachings of the great explorer of the truth, the master-builder of human happiness.</w:t>
      </w:r>
    </w:p>
    <w:p w14:paraId="66701EE4" w14:textId="77777777" w:rsidR="007A721F" w:rsidRPr="00333302" w:rsidRDefault="007A721F" w:rsidP="007A721F">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765E02F1" w14:textId="77777777" w:rsidR="007A721F" w:rsidRPr="00333302" w:rsidRDefault="007A721F" w:rsidP="007A721F">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0FA3C9E5" w14:textId="77777777" w:rsidR="007A721F" w:rsidRPr="00333302" w:rsidRDefault="007A721F" w:rsidP="007A721F">
      <w:r w:rsidRPr="00333302">
        <w:t>To take a trivial example, which of us ever undertakes laborious physical exercise, except to obtain some advantage from it?</w:t>
      </w:r>
    </w:p>
    <w:p w14:paraId="198510B7" w14:textId="77777777" w:rsidR="007A721F" w:rsidRPr="00333302" w:rsidRDefault="007A721F" w:rsidP="007A721F">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20DEEAA3" w14:textId="77777777" w:rsidR="007A721F" w:rsidRPr="00333302" w:rsidRDefault="007A721F" w:rsidP="007A721F">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22DC44DC" w14:textId="77777777" w:rsidR="003F6ED7" w:rsidRPr="00333302" w:rsidRDefault="003F6ED7">
      <w:pPr>
        <w:jc w:val="left"/>
      </w:pPr>
      <w:r w:rsidRPr="00333302">
        <w:br w:type="page"/>
      </w:r>
    </w:p>
    <w:tbl>
      <w:tblPr>
        <w:tblStyle w:val="Tabellengitternetz"/>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871"/>
      </w:tblGrid>
      <w:tr w:rsidR="003F6ED7" w:rsidRPr="00333302" w14:paraId="3D245869" w14:textId="77777777" w:rsidTr="00333302">
        <w:trPr>
          <w:trHeight w:val="2041"/>
          <w:jc w:val="right"/>
        </w:trPr>
        <w:tc>
          <w:tcPr>
            <w:tcW w:w="1871" w:type="dxa"/>
            <w:shd w:val="clear" w:color="auto" w:fill="D9D9D9" w:themeFill="background1" w:themeFillShade="D9"/>
            <w:vAlign w:val="center"/>
          </w:tcPr>
          <w:p w14:paraId="774A76FF" w14:textId="77777777" w:rsidR="003F6ED7" w:rsidRPr="00333302" w:rsidRDefault="003F6ED7" w:rsidP="00333302">
            <w:pPr>
              <w:jc w:val="center"/>
              <w:rPr>
                <w:rFonts w:ascii="Arial Black" w:hAnsi="Arial Black"/>
              </w:rPr>
            </w:pPr>
            <w:r w:rsidRPr="00333302">
              <w:rPr>
                <w:rFonts w:ascii="Arial Black" w:hAnsi="Arial Black"/>
              </w:rPr>
              <w:lastRenderedPageBreak/>
              <w:t>Chapter</w:t>
            </w:r>
          </w:p>
          <w:p w14:paraId="7EC414FC" w14:textId="77777777" w:rsidR="003F6ED7" w:rsidRPr="00333302" w:rsidRDefault="003F6ED7" w:rsidP="00333302">
            <w:pPr>
              <w:jc w:val="center"/>
              <w:rPr>
                <w:rFonts w:ascii="Arial Black" w:hAnsi="Arial Black"/>
                <w:color w:val="FFFFFF" w:themeColor="background1"/>
                <w:sz w:val="96"/>
              </w:rPr>
            </w:pPr>
            <w:r w:rsidRPr="00333302">
              <w:rPr>
                <w:rFonts w:ascii="Arial Black" w:hAnsi="Arial Black"/>
                <w:color w:val="FFFFFF" w:themeColor="background1"/>
                <w:sz w:val="96"/>
              </w:rPr>
              <w:t>6</w:t>
            </w:r>
          </w:p>
          <w:p w14:paraId="43660D98" w14:textId="77777777" w:rsidR="003F6ED7" w:rsidRPr="00333302" w:rsidRDefault="003F6ED7" w:rsidP="00333302">
            <w:pPr>
              <w:jc w:val="center"/>
            </w:pPr>
          </w:p>
        </w:tc>
      </w:tr>
    </w:tbl>
    <w:p w14:paraId="366085F8" w14:textId="77777777" w:rsidR="003F6ED7" w:rsidRPr="00333302" w:rsidRDefault="003F6ED7" w:rsidP="003F6ED7">
      <w:pPr>
        <w:pStyle w:val="berschrift1"/>
      </w:pPr>
      <w:bookmarkStart w:id="13" w:name="_Toc272128192"/>
      <w:r w:rsidRPr="00333302">
        <w:t>This is the sixth Chapter</w:t>
      </w:r>
      <w:bookmarkEnd w:id="13"/>
      <w:r w:rsidRPr="00333302">
        <w:t xml:space="preserve"> </w:t>
      </w:r>
    </w:p>
    <w:p w14:paraId="30003C0F" w14:textId="77777777" w:rsidR="003F6ED7" w:rsidRPr="00333302" w:rsidRDefault="003F6ED7" w:rsidP="003F6ED7">
      <w:pPr>
        <w:pStyle w:val="ChapterSubtitle"/>
      </w:pPr>
      <w:r w:rsidRPr="00333302">
        <w:t>This is the sub title of the current chapter</w:t>
      </w:r>
    </w:p>
    <w:p w14:paraId="140CD16F" w14:textId="77777777" w:rsidR="003F6ED7" w:rsidRPr="00333302" w:rsidRDefault="003F6ED7" w:rsidP="003F6ED7">
      <w:pPr>
        <w:keepNext/>
        <w:framePr w:dropCap="drop" w:lines="3" w:wrap="around" w:vAnchor="text" w:hAnchor="text"/>
        <w:spacing w:after="0" w:line="931" w:lineRule="exact"/>
        <w:textAlignment w:val="baseline"/>
        <w:rPr>
          <w:position w:val="-8"/>
          <w:sz w:val="126"/>
        </w:rPr>
      </w:pPr>
      <w:r w:rsidRPr="00333302">
        <w:rPr>
          <w:position w:val="-8"/>
          <w:sz w:val="126"/>
        </w:rPr>
        <w:t>B</w:t>
      </w:r>
    </w:p>
    <w:p w14:paraId="4ACB5BD3" w14:textId="77777777" w:rsidR="003F6ED7" w:rsidRPr="00333302" w:rsidRDefault="003F6ED7" w:rsidP="003F6ED7">
      <w:r w:rsidRPr="00333302">
        <w:t>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768E98F2" w14:textId="77777777" w:rsidR="003F6ED7" w:rsidRPr="00333302" w:rsidRDefault="003F6ED7" w:rsidP="003F6ED7">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578E8050" w14:textId="77777777" w:rsidR="003F6ED7" w:rsidRPr="00333302" w:rsidRDefault="003F6ED7" w:rsidP="003F6ED7">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10DD5568" w14:textId="77777777" w:rsidR="003F6ED7" w:rsidRPr="00333302" w:rsidRDefault="003F6ED7" w:rsidP="003F6ED7">
      <w:r w:rsidRPr="00333302">
        <w:t>To take a trivial example, which of us ever undertakes laborious physical exercise, except to obtain some advantage from it?</w:t>
      </w:r>
    </w:p>
    <w:p w14:paraId="1622302E" w14:textId="77777777" w:rsidR="003F6ED7" w:rsidRPr="00333302" w:rsidRDefault="003F6ED7" w:rsidP="003F6ED7">
      <w:r w:rsidRPr="00333302">
        <w:t>But who has any right to find fault with a man who chooses to enjoy a pleasure that has no annoying consequences or one who avoids a pain that produces no resultant pleasure?</w:t>
      </w:r>
    </w:p>
    <w:p w14:paraId="389F0D6F" w14:textId="77777777" w:rsidR="003F6ED7" w:rsidRPr="00333302" w:rsidRDefault="003F6ED7" w:rsidP="003F6ED7">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48D3220E" w14:textId="77777777" w:rsidR="003F6ED7" w:rsidRPr="00333302" w:rsidRDefault="003F6ED7" w:rsidP="003F6ED7">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66CE5EE8" w14:textId="77777777" w:rsidR="003F6ED7" w:rsidRPr="00333302" w:rsidRDefault="003F6ED7" w:rsidP="003F6ED7">
      <w:r w:rsidRPr="00333302">
        <w:lastRenderedPageBreak/>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161BD2BC" w14:textId="77777777" w:rsidR="003F6ED7" w:rsidRPr="00333302" w:rsidRDefault="003F6ED7" w:rsidP="003F6ED7">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447031B7" w14:textId="77777777" w:rsidR="003F6ED7" w:rsidRPr="00333302" w:rsidRDefault="003F6ED7" w:rsidP="003F6ED7">
      <w:r w:rsidRPr="00333302">
        <w:t>To take a trivial example, which of us ever undertakes laborious physical exercise, except to obtain some advantage from it?</w:t>
      </w:r>
    </w:p>
    <w:p w14:paraId="1F3014E5" w14:textId="77777777" w:rsidR="003F6ED7" w:rsidRPr="00333302" w:rsidRDefault="003F6ED7" w:rsidP="003F6ED7">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129E5FC0" w14:textId="77777777" w:rsidR="003F6ED7" w:rsidRPr="00333302" w:rsidRDefault="003F6ED7" w:rsidP="003F6ED7">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60CBF1F5" w14:textId="77777777" w:rsidR="003F6ED7" w:rsidRPr="00333302" w:rsidRDefault="003F6ED7" w:rsidP="003F6ED7">
      <w:r w:rsidRPr="00333302">
        <w:t>But I must explain to you how all this mistaken idea of denouncing pleasure and praising pain was born and I will give you a complete account of the system, and expound the actual teachings of the great explorer of the truth, the master-builder of human happiness.</w:t>
      </w:r>
    </w:p>
    <w:p w14:paraId="0B0E4077" w14:textId="77777777" w:rsidR="003F6ED7" w:rsidRPr="00333302" w:rsidRDefault="003F6ED7" w:rsidP="003F6ED7">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3CCBBD64" w14:textId="77777777" w:rsidR="003F6ED7" w:rsidRPr="00333302" w:rsidRDefault="003F6ED7" w:rsidP="003F6ED7">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6F2D8CF4" w14:textId="77777777" w:rsidR="003F6ED7" w:rsidRPr="00333302" w:rsidRDefault="003F6ED7" w:rsidP="003F6ED7">
      <w:r w:rsidRPr="00333302">
        <w:t>To take a trivial example, which of us ever undertakes laborious physical exercise, except to obtain some advantage from it?</w:t>
      </w:r>
    </w:p>
    <w:p w14:paraId="41854E7F" w14:textId="77777777" w:rsidR="003F6ED7" w:rsidRPr="00333302" w:rsidRDefault="003F6ED7" w:rsidP="003F6ED7">
      <w:r w:rsidRPr="00333302">
        <w:t>But who has any right to find fault with a man who chooses to enjoy a pleasure that has no annoying consequences or one who avoids a pain that produces no resultant pleasure?</w:t>
      </w:r>
    </w:p>
    <w:p w14:paraId="32214085" w14:textId="77777777" w:rsidR="003F6ED7" w:rsidRPr="00333302" w:rsidRDefault="003F6ED7" w:rsidP="003F6ED7">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40B4F4C0" w14:textId="77777777" w:rsidR="003F6ED7" w:rsidRPr="00333302" w:rsidRDefault="003F6ED7" w:rsidP="003F6ED7">
      <w:r w:rsidRPr="00333302">
        <w:t xml:space="preserve">But I must explain to you how all this mistaken idea of denouncing pleasure and praising pain was born and I will give you a complete account of the system, and </w:t>
      </w:r>
      <w:r w:rsidRPr="00333302">
        <w:lastRenderedPageBreak/>
        <w:t>expound the actual teachings of the great explorer of the truth, the master-builder of human happiness.</w:t>
      </w:r>
    </w:p>
    <w:p w14:paraId="791E39B2" w14:textId="77777777" w:rsidR="003F6ED7" w:rsidRPr="00333302" w:rsidRDefault="003F6ED7" w:rsidP="003F6ED7">
      <w:r w:rsidRPr="00333302">
        <w:t xml:space="preserve">No one rejects, dislikes, or avoids pleasure itself, because it is pleasure, but because those who do not know how to pursue pleasure </w:t>
      </w:r>
      <w:r w:rsidRPr="00333302">
        <w:rPr>
          <w:rStyle w:val="berschrift2Zchn"/>
          <w:rFonts w:ascii="Garamond" w:eastAsiaTheme="minorHAnsi" w:hAnsi="Garamond" w:cstheme="minorBidi"/>
          <w:b w:val="0"/>
          <w:bCs w:val="0"/>
          <w:sz w:val="24"/>
        </w:rPr>
        <w:t>rationally</w:t>
      </w:r>
      <w:r w:rsidRPr="00333302">
        <w:t xml:space="preserve"> encounter consequences that are extremely painful.</w:t>
      </w:r>
    </w:p>
    <w:p w14:paraId="17985A9A" w14:textId="77777777" w:rsidR="003F6ED7" w:rsidRPr="00333302" w:rsidRDefault="003F6ED7" w:rsidP="003F6ED7">
      <w:r w:rsidRPr="00333302">
        <w:t xml:space="preserve">Nor again is there anyone who loves or pursues or desires to obtain pain of </w:t>
      </w:r>
      <w:proofErr w:type="gramStart"/>
      <w:r w:rsidRPr="00333302">
        <w:t>itself</w:t>
      </w:r>
      <w:proofErr w:type="gramEnd"/>
      <w:r w:rsidRPr="00333302">
        <w:t>, because it is pain, but because occasionally circumstances occur in which toil and pain can procure him some great pleasure.</w:t>
      </w:r>
    </w:p>
    <w:p w14:paraId="4AD87FDD" w14:textId="77777777" w:rsidR="003F6ED7" w:rsidRPr="00333302" w:rsidRDefault="003F6ED7" w:rsidP="003F6ED7">
      <w:r w:rsidRPr="00333302">
        <w:t>To take a trivial example, which of us ever undertakes laborious physical exercise, except to obtain some advantage from it?</w:t>
      </w:r>
    </w:p>
    <w:p w14:paraId="6EAE2AC8" w14:textId="77777777" w:rsidR="003F6ED7" w:rsidRPr="00333302" w:rsidRDefault="003F6ED7" w:rsidP="003F6ED7">
      <w:r w:rsidRPr="00333302">
        <w:t xml:space="preserve">But who has any right to find fault with a man who chooses to enjoy a pleasure that has no annoying </w:t>
      </w:r>
      <w:proofErr w:type="gramStart"/>
      <w:r w:rsidRPr="00333302">
        <w:t>consequences,</w:t>
      </w:r>
      <w:proofErr w:type="gramEnd"/>
      <w:r w:rsidRPr="00333302">
        <w:t xml:space="preserve"> or one who avoids a pain that produces no resultant pleasure?</w:t>
      </w:r>
    </w:p>
    <w:p w14:paraId="2AAC3145" w14:textId="77777777" w:rsidR="003F6ED7" w:rsidRPr="00333302" w:rsidRDefault="003F6ED7" w:rsidP="003F6ED7">
      <w:r w:rsidRPr="00333302">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w:t>
      </w:r>
    </w:p>
    <w:p w14:paraId="2AEAEC39" w14:textId="77777777" w:rsidR="003F6ED7" w:rsidRPr="00333302" w:rsidRDefault="003F6ED7" w:rsidP="003F6ED7">
      <w:pPr>
        <w:jc w:val="left"/>
      </w:pPr>
    </w:p>
    <w:p w14:paraId="11751D7A" w14:textId="77777777" w:rsidR="003F6ED7" w:rsidRPr="00333302" w:rsidRDefault="003F6ED7" w:rsidP="003F6ED7"/>
    <w:p w14:paraId="54F891D5" w14:textId="77777777" w:rsidR="003F6ED7" w:rsidRPr="00333302" w:rsidRDefault="003F6ED7" w:rsidP="003F6ED7"/>
    <w:p w14:paraId="5EFF8147" w14:textId="77777777" w:rsidR="003F6ED7" w:rsidRPr="00333302" w:rsidRDefault="003F6ED7" w:rsidP="003F6ED7"/>
    <w:p w14:paraId="0B0F6606" w14:textId="77777777" w:rsidR="003F6ED7" w:rsidRPr="00333302" w:rsidRDefault="003F6ED7" w:rsidP="003F6ED7"/>
    <w:p w14:paraId="68C9B6DD" w14:textId="77777777" w:rsidR="00A908DB" w:rsidRDefault="00333302" w:rsidP="00A908DB">
      <w:pPr>
        <w:pStyle w:val="berschrift1"/>
        <w:rPr>
          <w:noProof/>
        </w:rPr>
      </w:pPr>
      <w:r w:rsidRPr="00333302">
        <w:br w:type="page"/>
      </w:r>
      <w:bookmarkStart w:id="14" w:name="_Toc272128193"/>
      <w:r w:rsidR="00D72788" w:rsidRPr="00D72788">
        <w:lastRenderedPageBreak/>
        <w:t>Images</w:t>
      </w:r>
      <w:bookmarkEnd w:id="14"/>
      <w:r w:rsidR="00E25996">
        <w:fldChar w:fldCharType="begin"/>
      </w:r>
      <w:r w:rsidR="00A908DB">
        <w:instrText xml:space="preserve"> TOC \h \z \c "Image" </w:instrText>
      </w:r>
      <w:r w:rsidR="00E25996">
        <w:fldChar w:fldCharType="separate"/>
      </w:r>
    </w:p>
    <w:p w14:paraId="1D792F74" w14:textId="77777777" w:rsidR="00A908DB" w:rsidRDefault="00AF2074">
      <w:pPr>
        <w:pStyle w:val="Abbildungsverzeichnis"/>
        <w:tabs>
          <w:tab w:val="right" w:leader="dot" w:pos="8069"/>
        </w:tabs>
        <w:rPr>
          <w:rFonts w:asciiTheme="minorHAnsi" w:eastAsiaTheme="minorEastAsia" w:hAnsiTheme="minorHAnsi"/>
          <w:noProof/>
          <w:sz w:val="22"/>
          <w:szCs w:val="22"/>
          <w:lang w:val="de-DE" w:eastAsia="de-DE"/>
        </w:rPr>
      </w:pPr>
      <w:hyperlink w:anchor="_Toc272127098" w:history="1">
        <w:r w:rsidR="00A908DB" w:rsidRPr="00F40CD4">
          <w:rPr>
            <w:rStyle w:val="Hyperlink"/>
            <w:noProof/>
          </w:rPr>
          <w:t>Image 1</w:t>
        </w:r>
        <w:r w:rsidR="00A908DB">
          <w:rPr>
            <w:noProof/>
            <w:webHidden/>
          </w:rPr>
          <w:tab/>
        </w:r>
        <w:r w:rsidR="00E25996">
          <w:rPr>
            <w:noProof/>
            <w:webHidden/>
          </w:rPr>
          <w:fldChar w:fldCharType="begin"/>
        </w:r>
        <w:r w:rsidR="00A908DB">
          <w:rPr>
            <w:noProof/>
            <w:webHidden/>
          </w:rPr>
          <w:instrText xml:space="preserve"> PAGEREF _Toc272127098 \h </w:instrText>
        </w:r>
        <w:r w:rsidR="00E25996">
          <w:rPr>
            <w:noProof/>
            <w:webHidden/>
          </w:rPr>
        </w:r>
        <w:r w:rsidR="00E25996">
          <w:rPr>
            <w:noProof/>
            <w:webHidden/>
          </w:rPr>
          <w:fldChar w:fldCharType="separate"/>
        </w:r>
        <w:r w:rsidR="00A908DB">
          <w:rPr>
            <w:noProof/>
            <w:webHidden/>
          </w:rPr>
          <w:t>6</w:t>
        </w:r>
        <w:r w:rsidR="00E25996">
          <w:rPr>
            <w:noProof/>
            <w:webHidden/>
          </w:rPr>
          <w:fldChar w:fldCharType="end"/>
        </w:r>
      </w:hyperlink>
    </w:p>
    <w:p w14:paraId="4D1E2F96" w14:textId="77777777" w:rsidR="00A908DB" w:rsidRDefault="00AF2074">
      <w:pPr>
        <w:pStyle w:val="Abbildungsverzeichnis"/>
        <w:tabs>
          <w:tab w:val="right" w:leader="dot" w:pos="8069"/>
        </w:tabs>
        <w:rPr>
          <w:rFonts w:asciiTheme="minorHAnsi" w:eastAsiaTheme="minorEastAsia" w:hAnsiTheme="minorHAnsi"/>
          <w:noProof/>
          <w:sz w:val="22"/>
          <w:szCs w:val="22"/>
          <w:lang w:val="de-DE" w:eastAsia="de-DE"/>
        </w:rPr>
      </w:pPr>
      <w:hyperlink w:anchor="_Toc272127099" w:history="1">
        <w:r w:rsidR="00A908DB" w:rsidRPr="00F40CD4">
          <w:rPr>
            <w:rStyle w:val="Hyperlink"/>
            <w:noProof/>
          </w:rPr>
          <w:t>Image 2</w:t>
        </w:r>
        <w:r w:rsidR="00A908DB">
          <w:rPr>
            <w:noProof/>
            <w:webHidden/>
          </w:rPr>
          <w:tab/>
        </w:r>
        <w:r w:rsidR="00E25996">
          <w:rPr>
            <w:noProof/>
            <w:webHidden/>
          </w:rPr>
          <w:fldChar w:fldCharType="begin"/>
        </w:r>
        <w:r w:rsidR="00A908DB">
          <w:rPr>
            <w:noProof/>
            <w:webHidden/>
          </w:rPr>
          <w:instrText xml:space="preserve"> PAGEREF _Toc272127099 \h </w:instrText>
        </w:r>
        <w:r w:rsidR="00E25996">
          <w:rPr>
            <w:noProof/>
            <w:webHidden/>
          </w:rPr>
        </w:r>
        <w:r w:rsidR="00E25996">
          <w:rPr>
            <w:noProof/>
            <w:webHidden/>
          </w:rPr>
          <w:fldChar w:fldCharType="separate"/>
        </w:r>
        <w:r w:rsidR="00A908DB">
          <w:rPr>
            <w:noProof/>
            <w:webHidden/>
          </w:rPr>
          <w:t>10</w:t>
        </w:r>
        <w:r w:rsidR="00E25996">
          <w:rPr>
            <w:noProof/>
            <w:webHidden/>
          </w:rPr>
          <w:fldChar w:fldCharType="end"/>
        </w:r>
      </w:hyperlink>
    </w:p>
    <w:p w14:paraId="1A145B0C" w14:textId="77777777" w:rsidR="00A908DB" w:rsidRDefault="00AF2074">
      <w:pPr>
        <w:pStyle w:val="Abbildungsverzeichnis"/>
        <w:tabs>
          <w:tab w:val="right" w:leader="dot" w:pos="8069"/>
        </w:tabs>
        <w:rPr>
          <w:rFonts w:asciiTheme="minorHAnsi" w:eastAsiaTheme="minorEastAsia" w:hAnsiTheme="minorHAnsi"/>
          <w:noProof/>
          <w:sz w:val="22"/>
          <w:szCs w:val="22"/>
          <w:lang w:val="de-DE" w:eastAsia="de-DE"/>
        </w:rPr>
      </w:pPr>
      <w:hyperlink w:anchor="_Toc272127100" w:history="1">
        <w:r w:rsidR="00A908DB" w:rsidRPr="00F40CD4">
          <w:rPr>
            <w:rStyle w:val="Hyperlink"/>
            <w:noProof/>
          </w:rPr>
          <w:t>Image 3</w:t>
        </w:r>
        <w:r w:rsidR="00A908DB">
          <w:rPr>
            <w:noProof/>
            <w:webHidden/>
          </w:rPr>
          <w:tab/>
        </w:r>
        <w:r w:rsidR="00E25996">
          <w:rPr>
            <w:noProof/>
            <w:webHidden/>
          </w:rPr>
          <w:fldChar w:fldCharType="begin"/>
        </w:r>
        <w:r w:rsidR="00A908DB">
          <w:rPr>
            <w:noProof/>
            <w:webHidden/>
          </w:rPr>
          <w:instrText xml:space="preserve"> PAGEREF _Toc272127100 \h </w:instrText>
        </w:r>
        <w:r w:rsidR="00E25996">
          <w:rPr>
            <w:noProof/>
            <w:webHidden/>
          </w:rPr>
        </w:r>
        <w:r w:rsidR="00E25996">
          <w:rPr>
            <w:noProof/>
            <w:webHidden/>
          </w:rPr>
          <w:fldChar w:fldCharType="separate"/>
        </w:r>
        <w:r w:rsidR="00A908DB">
          <w:rPr>
            <w:noProof/>
            <w:webHidden/>
          </w:rPr>
          <w:t>14</w:t>
        </w:r>
        <w:r w:rsidR="00E25996">
          <w:rPr>
            <w:noProof/>
            <w:webHidden/>
          </w:rPr>
          <w:fldChar w:fldCharType="end"/>
        </w:r>
      </w:hyperlink>
    </w:p>
    <w:p w14:paraId="19F58EC3" w14:textId="77777777" w:rsidR="00A908DB" w:rsidRDefault="00E25996" w:rsidP="00A908DB">
      <w:pPr>
        <w:pStyle w:val="berschrift1"/>
      </w:pPr>
      <w:r>
        <w:fldChar w:fldCharType="end"/>
      </w:r>
    </w:p>
    <w:p w14:paraId="7C72998A" w14:textId="77777777" w:rsidR="00A908DB" w:rsidRDefault="00A908DB" w:rsidP="00A908DB">
      <w:pPr>
        <w:rPr>
          <w:rFonts w:ascii="Arial Black" w:eastAsiaTheme="majorEastAsia" w:hAnsi="Arial Black" w:cstheme="majorBidi"/>
          <w:color w:val="808080" w:themeColor="text1" w:themeTint="80"/>
          <w:sz w:val="44"/>
          <w:szCs w:val="28"/>
        </w:rPr>
      </w:pPr>
      <w:r>
        <w:br w:type="page"/>
      </w:r>
    </w:p>
    <w:p w14:paraId="53794701" w14:textId="77777777" w:rsidR="00A908DB" w:rsidRDefault="00A908DB" w:rsidP="00A908DB">
      <w:pPr>
        <w:pStyle w:val="berschrift1"/>
      </w:pPr>
      <w:bookmarkStart w:id="15" w:name="_Toc272128194"/>
      <w:r>
        <w:lastRenderedPageBreak/>
        <w:t>Index</w:t>
      </w:r>
      <w:bookmarkEnd w:id="15"/>
    </w:p>
    <w:p w14:paraId="6EA5E593" w14:textId="77777777" w:rsidR="00A908DB" w:rsidRDefault="00E25996" w:rsidP="00A908DB">
      <w:pPr>
        <w:rPr>
          <w:noProof/>
        </w:rPr>
        <w:sectPr w:rsidR="00A908DB" w:rsidSect="00A908DB">
          <w:headerReference w:type="default" r:id="rId12"/>
          <w:footerReference w:type="default" r:id="rId13"/>
          <w:pgSz w:w="11906" w:h="16838"/>
          <w:pgMar w:top="1417" w:right="1417" w:bottom="1134" w:left="2410" w:header="708" w:footer="708" w:gutter="0"/>
          <w:cols w:space="708"/>
          <w:titlePg/>
          <w:docGrid w:linePitch="360"/>
        </w:sectPr>
      </w:pPr>
      <w:r>
        <w:fldChar w:fldCharType="begin"/>
      </w:r>
      <w:r w:rsidR="00A908DB">
        <w:instrText xml:space="preserve"> INDEX \c "2" \z "1031" </w:instrText>
      </w:r>
      <w:r>
        <w:fldChar w:fldCharType="separate"/>
      </w:r>
    </w:p>
    <w:p w14:paraId="6D652E0A" w14:textId="77777777" w:rsidR="00A908DB" w:rsidRDefault="00A908DB">
      <w:pPr>
        <w:pStyle w:val="Index1"/>
        <w:tabs>
          <w:tab w:val="right" w:leader="dot" w:pos="3669"/>
        </w:tabs>
        <w:rPr>
          <w:noProof/>
        </w:rPr>
      </w:pPr>
      <w:r>
        <w:rPr>
          <w:noProof/>
        </w:rPr>
        <w:lastRenderedPageBreak/>
        <w:t>chapter  6</w:t>
      </w:r>
    </w:p>
    <w:p w14:paraId="5DA41637" w14:textId="77777777" w:rsidR="00A908DB" w:rsidRDefault="00A908DB">
      <w:pPr>
        <w:pStyle w:val="Index1"/>
        <w:tabs>
          <w:tab w:val="right" w:leader="dot" w:pos="3669"/>
        </w:tabs>
        <w:rPr>
          <w:noProof/>
        </w:rPr>
      </w:pPr>
      <w:r>
        <w:rPr>
          <w:noProof/>
        </w:rPr>
        <w:t>consequences  6</w:t>
      </w:r>
    </w:p>
    <w:p w14:paraId="7AF51B10" w14:textId="77777777" w:rsidR="00A908DB" w:rsidRDefault="00A908DB">
      <w:pPr>
        <w:pStyle w:val="Index1"/>
        <w:tabs>
          <w:tab w:val="right" w:leader="dot" w:pos="3669"/>
        </w:tabs>
        <w:rPr>
          <w:noProof/>
        </w:rPr>
      </w:pPr>
      <w:r>
        <w:rPr>
          <w:noProof/>
        </w:rPr>
        <w:t>document  5</w:t>
      </w:r>
    </w:p>
    <w:p w14:paraId="281C21E9" w14:textId="77777777" w:rsidR="00A908DB" w:rsidRDefault="00A908DB">
      <w:pPr>
        <w:pStyle w:val="Index1"/>
        <w:tabs>
          <w:tab w:val="right" w:leader="dot" w:pos="3669"/>
        </w:tabs>
        <w:rPr>
          <w:noProof/>
        </w:rPr>
      </w:pPr>
      <w:r>
        <w:rPr>
          <w:noProof/>
        </w:rPr>
        <w:lastRenderedPageBreak/>
        <w:t>happiness.  6</w:t>
      </w:r>
    </w:p>
    <w:p w14:paraId="5A4DAD1A" w14:textId="77777777" w:rsidR="00A908DB" w:rsidRDefault="00A908DB">
      <w:pPr>
        <w:pStyle w:val="Index1"/>
        <w:tabs>
          <w:tab w:val="right" w:leader="dot" w:pos="3669"/>
        </w:tabs>
        <w:rPr>
          <w:noProof/>
        </w:rPr>
      </w:pPr>
      <w:r>
        <w:rPr>
          <w:noProof/>
        </w:rPr>
        <w:t>human  6</w:t>
      </w:r>
    </w:p>
    <w:p w14:paraId="70F6A6E5" w14:textId="77777777" w:rsidR="00A908DB" w:rsidRDefault="00A908DB">
      <w:pPr>
        <w:pStyle w:val="Index1"/>
        <w:tabs>
          <w:tab w:val="right" w:leader="dot" w:pos="3669"/>
        </w:tabs>
        <w:rPr>
          <w:noProof/>
        </w:rPr>
      </w:pPr>
      <w:r>
        <w:rPr>
          <w:noProof/>
        </w:rPr>
        <w:t>index  5</w:t>
      </w:r>
    </w:p>
    <w:p w14:paraId="416D80F9" w14:textId="77777777" w:rsidR="00A908DB" w:rsidRDefault="00A908DB" w:rsidP="00A908DB">
      <w:pPr>
        <w:rPr>
          <w:noProof/>
        </w:rPr>
        <w:sectPr w:rsidR="00A908DB" w:rsidSect="00A908DB">
          <w:type w:val="continuous"/>
          <w:pgSz w:w="11906" w:h="16838"/>
          <w:pgMar w:top="1417" w:right="1417" w:bottom="1134" w:left="2410" w:header="708" w:footer="708" w:gutter="0"/>
          <w:cols w:num="2" w:space="720"/>
          <w:titlePg/>
          <w:docGrid w:linePitch="360"/>
        </w:sectPr>
      </w:pPr>
    </w:p>
    <w:p w14:paraId="20F9ABF2" w14:textId="77777777" w:rsidR="00A908DB" w:rsidRDefault="00E25996" w:rsidP="00A908DB">
      <w:r>
        <w:lastRenderedPageBreak/>
        <w:fldChar w:fldCharType="end"/>
      </w:r>
    </w:p>
    <w:p w14:paraId="25463470" w14:textId="77777777" w:rsidR="00A908DB" w:rsidRDefault="00A908DB">
      <w:pPr>
        <w:jc w:val="left"/>
      </w:pPr>
      <w:r>
        <w:br w:type="page"/>
      </w:r>
    </w:p>
    <w:sdt>
      <w:sdtPr>
        <w:rPr>
          <w:rFonts w:ascii="Garamond" w:eastAsiaTheme="minorHAnsi" w:hAnsi="Garamond" w:cstheme="minorBidi"/>
          <w:b w:val="0"/>
          <w:bCs w:val="0"/>
          <w:color w:val="auto"/>
          <w:sz w:val="24"/>
          <w:szCs w:val="24"/>
        </w:rPr>
        <w:id w:val="2620708"/>
        <w:docPartObj>
          <w:docPartGallery w:val="Bibliographies"/>
          <w:docPartUnique/>
        </w:docPartObj>
      </w:sdtPr>
      <w:sdtEndPr>
        <w:rPr>
          <w:lang w:val="de-DE"/>
        </w:rPr>
      </w:sdtEndPr>
      <w:sdtContent>
        <w:bookmarkStart w:id="16" w:name="_Toc248121103" w:displacedByCustomXml="prev"/>
        <w:bookmarkStart w:id="17" w:name="_Toc272128195" w:displacedByCustomXml="prev"/>
        <w:p w14:paraId="11567825" w14:textId="77777777" w:rsidR="007B77DE" w:rsidRDefault="007B77DE">
          <w:pPr>
            <w:pStyle w:val="berschrift1"/>
          </w:pPr>
          <w:r>
            <w:t>Bibliography</w:t>
          </w:r>
          <w:bookmarkEnd w:id="17"/>
          <w:bookmarkEnd w:id="16"/>
        </w:p>
        <w:sdt>
          <w:sdtPr>
            <w:rPr>
              <w:lang w:val="de-DE"/>
            </w:rPr>
            <w:id w:val="111145805"/>
            <w:bibliography/>
          </w:sdtPr>
          <w:sdtEndPr/>
          <w:sdtContent>
            <w:p w14:paraId="3D4BD38C" w14:textId="77777777" w:rsidR="007B77DE" w:rsidRDefault="00E25996" w:rsidP="007B77DE">
              <w:pPr>
                <w:pStyle w:val="Literaturverzeichnis"/>
                <w:rPr>
                  <w:noProof/>
                  <w:lang w:val="en-GB"/>
                </w:rPr>
              </w:pPr>
              <w:r>
                <w:rPr>
                  <w:lang w:val="de-DE"/>
                </w:rPr>
                <w:fldChar w:fldCharType="begin"/>
              </w:r>
              <w:r w:rsidR="007B77DE">
                <w:rPr>
                  <w:lang w:val="de-DE"/>
                </w:rPr>
                <w:instrText xml:space="preserve"> BIBLIOGRAPHY </w:instrText>
              </w:r>
              <w:r>
                <w:rPr>
                  <w:lang w:val="de-DE"/>
                </w:rPr>
                <w:fldChar w:fldCharType="separate"/>
              </w:r>
              <w:r w:rsidR="007B77DE">
                <w:rPr>
                  <w:noProof/>
                  <w:lang w:val="en-GB"/>
                </w:rPr>
                <w:t xml:space="preserve">1. </w:t>
              </w:r>
              <w:r w:rsidR="007B77DE">
                <w:rPr>
                  <w:b/>
                  <w:bCs/>
                  <w:noProof/>
                  <w:lang w:val="en-GB"/>
                </w:rPr>
                <w:t>Author, Name.</w:t>
              </w:r>
              <w:r w:rsidR="007B77DE">
                <w:rPr>
                  <w:noProof/>
                  <w:lang w:val="en-GB"/>
                </w:rPr>
                <w:t xml:space="preserve"> Title of referenced article. </w:t>
              </w:r>
              <w:r w:rsidR="007B77DE">
                <w:rPr>
                  <w:i/>
                  <w:iCs/>
                  <w:noProof/>
                  <w:lang w:val="en-GB"/>
                </w:rPr>
                <w:t xml:space="preserve">Journal name. </w:t>
              </w:r>
              <w:r w:rsidR="007B77DE">
                <w:rPr>
                  <w:noProof/>
                  <w:lang w:val="en-GB"/>
                </w:rPr>
                <w:t>20xx, Vols. 20xx-1.</w:t>
              </w:r>
            </w:p>
            <w:p w14:paraId="20FF6CDD" w14:textId="77777777" w:rsidR="007B77DE" w:rsidRDefault="00E25996" w:rsidP="007B77DE">
              <w:pPr>
                <w:rPr>
                  <w:lang w:val="de-DE"/>
                </w:rPr>
              </w:pPr>
              <w:r>
                <w:rPr>
                  <w:lang w:val="de-DE"/>
                </w:rPr>
                <w:fldChar w:fldCharType="end"/>
              </w:r>
            </w:p>
          </w:sdtContent>
        </w:sdt>
      </w:sdtContent>
    </w:sdt>
    <w:p w14:paraId="02002D4F" w14:textId="77777777" w:rsidR="007B77DE" w:rsidRDefault="007B77DE" w:rsidP="00A908DB"/>
    <w:p w14:paraId="5BD6ED10" w14:textId="77777777" w:rsidR="00A908DB" w:rsidRPr="007B77DE" w:rsidRDefault="007B77DE" w:rsidP="007B77DE">
      <w:pPr>
        <w:tabs>
          <w:tab w:val="left" w:pos="2836"/>
        </w:tabs>
      </w:pPr>
      <w:r>
        <w:tab/>
      </w:r>
    </w:p>
    <w:sectPr w:rsidR="00A908DB" w:rsidRPr="007B77DE" w:rsidSect="00A908DB">
      <w:type w:val="continuous"/>
      <w:pgSz w:w="11906" w:h="16838"/>
      <w:pgMar w:top="1417" w:right="1417" w:bottom="1134" w:left="241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1F25A" w14:textId="77777777" w:rsidR="007071D0" w:rsidRDefault="007071D0" w:rsidP="00395003">
      <w:r>
        <w:separator/>
      </w:r>
    </w:p>
  </w:endnote>
  <w:endnote w:type="continuationSeparator" w:id="0">
    <w:p w14:paraId="03A47F69" w14:textId="77777777" w:rsidR="007071D0" w:rsidRDefault="007071D0" w:rsidP="00395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DEB74" w14:textId="77777777" w:rsidR="007071D0" w:rsidRPr="00D77A17" w:rsidRDefault="00AF2074" w:rsidP="007A721F">
    <w:pPr>
      <w:pStyle w:val="Kopfzeile1"/>
      <w:pBdr>
        <w:top w:val="single" w:sz="4" w:space="1" w:color="auto"/>
      </w:pBdr>
      <w:jc w:val="center"/>
    </w:pPr>
    <w:r>
      <w:fldChar w:fldCharType="begin"/>
    </w:r>
    <w:r>
      <w:instrText xml:space="preserve"> PAGE  \* Arabic  \* MERGEFORMAT </w:instrText>
    </w:r>
    <w:r>
      <w:fldChar w:fldCharType="separate"/>
    </w:r>
    <w:r>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AEA93" w14:textId="77777777" w:rsidR="007071D0" w:rsidRDefault="007071D0" w:rsidP="00395003">
      <w:r>
        <w:separator/>
      </w:r>
    </w:p>
  </w:footnote>
  <w:footnote w:type="continuationSeparator" w:id="0">
    <w:p w14:paraId="085A2264" w14:textId="77777777" w:rsidR="007071D0" w:rsidRDefault="007071D0" w:rsidP="00395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60894" w14:textId="77777777" w:rsidR="007071D0" w:rsidRPr="00E22B02" w:rsidRDefault="007071D0" w:rsidP="00756784">
    <w:pPr>
      <w:pStyle w:val="Kopfzeile1"/>
      <w:rPr>
        <w:color w:val="595959" w:themeColor="text1" w:themeTint="A6"/>
      </w:rPr>
    </w:pPr>
    <w:r w:rsidRPr="00E22B02">
      <w:rPr>
        <w:color w:val="595959" w:themeColor="text1" w:themeTint="A6"/>
      </w:rPr>
      <w:t>Book Title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A050B"/>
    <w:multiLevelType w:val="hybridMultilevel"/>
    <w:tmpl w:val="6E5AEB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E3C23DE"/>
    <w:multiLevelType w:val="hybridMultilevel"/>
    <w:tmpl w:val="5E60F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50">
      <o:colormenu v:ext="edit" fillcolor="none [2732]" strokecolor="none"/>
    </o:shapedefaults>
  </w:hdrShapeDefaults>
  <w:footnotePr>
    <w:footnote w:id="-1"/>
    <w:footnote w:id="0"/>
  </w:footnotePr>
  <w:endnotePr>
    <w:endnote w:id="-1"/>
    <w:endnote w:id="0"/>
  </w:endnotePr>
  <w:compat>
    <w:compatSetting w:name="compatibilityMode" w:uri="http://schemas.microsoft.com/office/word" w:val="12"/>
  </w:compat>
  <w:rsids>
    <w:rsidRoot w:val="005C5F69"/>
    <w:rsid w:val="00034763"/>
    <w:rsid w:val="000456B5"/>
    <w:rsid w:val="00095BD0"/>
    <w:rsid w:val="000A60A2"/>
    <w:rsid w:val="0014137D"/>
    <w:rsid w:val="00192390"/>
    <w:rsid w:val="001F1A43"/>
    <w:rsid w:val="001F53DE"/>
    <w:rsid w:val="002752A7"/>
    <w:rsid w:val="00284B97"/>
    <w:rsid w:val="002A0F04"/>
    <w:rsid w:val="002F5DA4"/>
    <w:rsid w:val="002F68EC"/>
    <w:rsid w:val="0031730B"/>
    <w:rsid w:val="00333302"/>
    <w:rsid w:val="0036745E"/>
    <w:rsid w:val="00395003"/>
    <w:rsid w:val="003F6ED7"/>
    <w:rsid w:val="00513887"/>
    <w:rsid w:val="005C5F69"/>
    <w:rsid w:val="00622C05"/>
    <w:rsid w:val="00636904"/>
    <w:rsid w:val="006902DC"/>
    <w:rsid w:val="00693F78"/>
    <w:rsid w:val="006A2BED"/>
    <w:rsid w:val="006D2FFF"/>
    <w:rsid w:val="006D55BA"/>
    <w:rsid w:val="007071D0"/>
    <w:rsid w:val="00713A76"/>
    <w:rsid w:val="007247A0"/>
    <w:rsid w:val="00732E13"/>
    <w:rsid w:val="007421FF"/>
    <w:rsid w:val="00756121"/>
    <w:rsid w:val="00756784"/>
    <w:rsid w:val="00781C10"/>
    <w:rsid w:val="00786559"/>
    <w:rsid w:val="007A643D"/>
    <w:rsid w:val="007A721F"/>
    <w:rsid w:val="007B77DE"/>
    <w:rsid w:val="00822552"/>
    <w:rsid w:val="00832F23"/>
    <w:rsid w:val="008D483C"/>
    <w:rsid w:val="008E55A7"/>
    <w:rsid w:val="008E625C"/>
    <w:rsid w:val="0091134F"/>
    <w:rsid w:val="00912EC7"/>
    <w:rsid w:val="009263FC"/>
    <w:rsid w:val="009508C7"/>
    <w:rsid w:val="00957CE3"/>
    <w:rsid w:val="00986B67"/>
    <w:rsid w:val="009A11C3"/>
    <w:rsid w:val="00A13BEC"/>
    <w:rsid w:val="00A220A5"/>
    <w:rsid w:val="00A51EE3"/>
    <w:rsid w:val="00A62EE5"/>
    <w:rsid w:val="00A7346C"/>
    <w:rsid w:val="00A908DB"/>
    <w:rsid w:val="00AC1B3B"/>
    <w:rsid w:val="00AC531E"/>
    <w:rsid w:val="00AF2074"/>
    <w:rsid w:val="00BA0333"/>
    <w:rsid w:val="00BB37D7"/>
    <w:rsid w:val="00C073AC"/>
    <w:rsid w:val="00C37DF6"/>
    <w:rsid w:val="00C406AA"/>
    <w:rsid w:val="00CC6D0F"/>
    <w:rsid w:val="00D72788"/>
    <w:rsid w:val="00D77A17"/>
    <w:rsid w:val="00D861A6"/>
    <w:rsid w:val="00DA13F0"/>
    <w:rsid w:val="00DD385D"/>
    <w:rsid w:val="00E039F8"/>
    <w:rsid w:val="00E2298C"/>
    <w:rsid w:val="00E22B02"/>
    <w:rsid w:val="00E25996"/>
    <w:rsid w:val="00E603DA"/>
    <w:rsid w:val="00EC143E"/>
    <w:rsid w:val="00EE7D3F"/>
    <w:rsid w:val="00F43486"/>
    <w:rsid w:val="00FE3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732]" strokecolor="none"/>
    </o:shapedefaults>
    <o:shapelayout v:ext="edit">
      <o:idmap v:ext="edit" data="2"/>
    </o:shapelayout>
  </w:shapeDefaults>
  <w:decimalSymbol w:val=","/>
  <w:listSeparator w:val=";"/>
  <w14:docId w14:val="67121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908DB"/>
    <w:pPr>
      <w:jc w:val="both"/>
    </w:pPr>
    <w:rPr>
      <w:rFonts w:ascii="Garamond" w:hAnsi="Garamond"/>
      <w:sz w:val="24"/>
      <w:szCs w:val="24"/>
      <w:lang w:val="en-US"/>
    </w:rPr>
  </w:style>
  <w:style w:type="paragraph" w:styleId="berschrift1">
    <w:name w:val="heading 1"/>
    <w:aliases w:val="Chapter Title"/>
    <w:basedOn w:val="Standard"/>
    <w:next w:val="Standard"/>
    <w:link w:val="berschrift1Zchn"/>
    <w:autoRedefine/>
    <w:uiPriority w:val="9"/>
    <w:qFormat/>
    <w:rsid w:val="00832F23"/>
    <w:pPr>
      <w:keepNext/>
      <w:keepLines/>
      <w:spacing w:before="720" w:after="0"/>
      <w:outlineLvl w:val="0"/>
    </w:pPr>
    <w:rPr>
      <w:rFonts w:ascii="Arial Black" w:eastAsiaTheme="majorEastAsia" w:hAnsi="Arial Black" w:cstheme="majorBidi"/>
      <w:b/>
      <w:bCs/>
      <w:color w:val="808080" w:themeColor="text1" w:themeTint="80"/>
      <w:sz w:val="44"/>
      <w:szCs w:val="28"/>
    </w:rPr>
  </w:style>
  <w:style w:type="paragraph" w:styleId="berschrift2">
    <w:name w:val="heading 2"/>
    <w:basedOn w:val="Standard"/>
    <w:next w:val="Standard"/>
    <w:link w:val="berschrift2Zchn"/>
    <w:autoRedefine/>
    <w:uiPriority w:val="9"/>
    <w:unhideWhenUsed/>
    <w:qFormat/>
    <w:rsid w:val="008E625C"/>
    <w:pPr>
      <w:keepNext/>
      <w:keepLines/>
      <w:spacing w:before="200" w:after="0"/>
      <w:outlineLvl w:val="1"/>
    </w:pPr>
    <w:rPr>
      <w:rFonts w:ascii="Arial Black" w:eastAsiaTheme="majorEastAsia" w:hAnsi="Arial Black" w:cstheme="majorBidi"/>
      <w:b/>
      <w:bCs/>
      <w:sz w:val="26"/>
      <w:szCs w:val="26"/>
    </w:rPr>
  </w:style>
  <w:style w:type="paragraph" w:styleId="berschrift3">
    <w:name w:val="heading 3"/>
    <w:basedOn w:val="Standard"/>
    <w:next w:val="Standard"/>
    <w:link w:val="berschrift3Zchn"/>
    <w:uiPriority w:val="9"/>
    <w:unhideWhenUsed/>
    <w:qFormat/>
    <w:rsid w:val="001F53DE"/>
    <w:pPr>
      <w:keepNext/>
      <w:keepLines/>
      <w:spacing w:before="200" w:after="0"/>
      <w:outlineLvl w:val="2"/>
    </w:pPr>
    <w:rPr>
      <w:rFonts w:ascii="Arial Black" w:eastAsiaTheme="majorEastAsia" w:hAnsi="Arial Black" w:cstheme="majorBidi"/>
      <w:b/>
      <w:bCs/>
      <w:color w:val="A6A6A6" w:themeColor="background1" w:themeShade="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5F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C5F69"/>
    <w:rPr>
      <w:lang w:val="en-US"/>
    </w:rPr>
  </w:style>
  <w:style w:type="paragraph" w:styleId="Fuzeile">
    <w:name w:val="footer"/>
    <w:basedOn w:val="Standard"/>
    <w:link w:val="FuzeileZchn"/>
    <w:uiPriority w:val="99"/>
    <w:unhideWhenUsed/>
    <w:rsid w:val="005C5F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C5F69"/>
    <w:rPr>
      <w:lang w:val="en-US"/>
    </w:rPr>
  </w:style>
  <w:style w:type="character" w:customStyle="1" w:styleId="berschrift1Zchn">
    <w:name w:val="Überschrift 1 Zchn"/>
    <w:aliases w:val="Chapter Title Zchn"/>
    <w:basedOn w:val="Absatz-Standardschriftart"/>
    <w:link w:val="berschrift1"/>
    <w:uiPriority w:val="9"/>
    <w:rsid w:val="00832F23"/>
    <w:rPr>
      <w:rFonts w:ascii="Arial Black" w:eastAsiaTheme="majorEastAsia" w:hAnsi="Arial Black" w:cstheme="majorBidi"/>
      <w:b/>
      <w:bCs/>
      <w:color w:val="808080" w:themeColor="text1" w:themeTint="80"/>
      <w:sz w:val="44"/>
      <w:szCs w:val="28"/>
      <w:lang w:val="en-US"/>
    </w:rPr>
  </w:style>
  <w:style w:type="paragraph" w:styleId="StandardWeb">
    <w:name w:val="Normal (Web)"/>
    <w:basedOn w:val="Standard"/>
    <w:uiPriority w:val="99"/>
    <w:semiHidden/>
    <w:unhideWhenUsed/>
    <w:rsid w:val="008E55A7"/>
    <w:pPr>
      <w:spacing w:before="100" w:beforeAutospacing="1" w:after="100" w:afterAutospacing="1" w:line="240" w:lineRule="auto"/>
    </w:pPr>
    <w:rPr>
      <w:rFonts w:ascii="Times New Roman" w:eastAsia="Times New Roman" w:hAnsi="Times New Roman" w:cs="Times New Roman"/>
      <w:lang w:val="de-DE" w:eastAsia="de-DE"/>
    </w:rPr>
  </w:style>
  <w:style w:type="character" w:customStyle="1" w:styleId="berschrift2Zchn">
    <w:name w:val="Überschrift 2 Zchn"/>
    <w:basedOn w:val="Absatz-Standardschriftart"/>
    <w:link w:val="berschrift2"/>
    <w:uiPriority w:val="9"/>
    <w:rsid w:val="008E625C"/>
    <w:rPr>
      <w:rFonts w:ascii="Arial Black" w:eastAsiaTheme="majorEastAsia" w:hAnsi="Arial Black" w:cstheme="majorBidi"/>
      <w:b/>
      <w:bCs/>
      <w:sz w:val="26"/>
      <w:szCs w:val="26"/>
      <w:lang w:val="en-US"/>
    </w:rPr>
  </w:style>
  <w:style w:type="paragraph" w:styleId="Titel">
    <w:name w:val="Title"/>
    <w:aliases w:val="Book Title"/>
    <w:basedOn w:val="Standard"/>
    <w:next w:val="Standard"/>
    <w:link w:val="TitelZchn"/>
    <w:uiPriority w:val="10"/>
    <w:qFormat/>
    <w:rsid w:val="00AC1B3B"/>
    <w:pPr>
      <w:shd w:val="clear" w:color="auto" w:fill="D9D9D9" w:themeFill="background1" w:themeFillShade="D9"/>
      <w:spacing w:after="300" w:line="240" w:lineRule="auto"/>
      <w:contextualSpacing/>
    </w:pPr>
    <w:rPr>
      <w:rFonts w:eastAsiaTheme="majorEastAsia" w:cstheme="majorBidi"/>
      <w:color w:val="000000" w:themeColor="text1"/>
      <w:spacing w:val="5"/>
      <w:kern w:val="28"/>
      <w:sz w:val="200"/>
      <w:szCs w:val="52"/>
    </w:rPr>
  </w:style>
  <w:style w:type="character" w:customStyle="1" w:styleId="TitelZchn">
    <w:name w:val="Titel Zchn"/>
    <w:aliases w:val="Book Title Zchn"/>
    <w:basedOn w:val="Absatz-Standardschriftart"/>
    <w:link w:val="Titel"/>
    <w:uiPriority w:val="10"/>
    <w:rsid w:val="00AC1B3B"/>
    <w:rPr>
      <w:rFonts w:ascii="Garamond" w:eastAsiaTheme="majorEastAsia" w:hAnsi="Garamond" w:cstheme="majorBidi"/>
      <w:color w:val="000000" w:themeColor="text1"/>
      <w:spacing w:val="5"/>
      <w:kern w:val="28"/>
      <w:sz w:val="200"/>
      <w:szCs w:val="52"/>
      <w:shd w:val="clear" w:color="auto" w:fill="D9D9D9" w:themeFill="background1" w:themeFillShade="D9"/>
      <w:lang w:val="en-US"/>
    </w:rPr>
  </w:style>
  <w:style w:type="paragraph" w:customStyle="1" w:styleId="CompanyName">
    <w:name w:val="Company Name"/>
    <w:basedOn w:val="Standard"/>
    <w:qFormat/>
    <w:rsid w:val="00513887"/>
    <w:pPr>
      <w:pBdr>
        <w:bottom w:val="single" w:sz="4" w:space="1" w:color="auto"/>
      </w:pBdr>
    </w:pPr>
    <w:rPr>
      <w:smallCaps/>
      <w:sz w:val="44"/>
    </w:rPr>
  </w:style>
  <w:style w:type="paragraph" w:customStyle="1" w:styleId="BookSubtitle">
    <w:name w:val="Book Subtitle"/>
    <w:basedOn w:val="Standard"/>
    <w:qFormat/>
    <w:rsid w:val="00513887"/>
    <w:rPr>
      <w:sz w:val="44"/>
    </w:rPr>
  </w:style>
  <w:style w:type="paragraph" w:customStyle="1" w:styleId="ChapterSubtitle">
    <w:name w:val="Chapter Subtitle"/>
    <w:basedOn w:val="Standard"/>
    <w:qFormat/>
    <w:rsid w:val="002A0F04"/>
    <w:pPr>
      <w:spacing w:after="720"/>
    </w:pPr>
    <w:rPr>
      <w:sz w:val="28"/>
      <w:szCs w:val="28"/>
    </w:rPr>
  </w:style>
  <w:style w:type="paragraph" w:styleId="Sprechblasentext">
    <w:name w:val="Balloon Text"/>
    <w:basedOn w:val="Standard"/>
    <w:link w:val="SprechblasentextZchn"/>
    <w:uiPriority w:val="99"/>
    <w:semiHidden/>
    <w:unhideWhenUsed/>
    <w:rsid w:val="009263F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63FC"/>
    <w:rPr>
      <w:rFonts w:ascii="Tahoma" w:hAnsi="Tahoma" w:cs="Tahoma"/>
      <w:sz w:val="16"/>
      <w:szCs w:val="16"/>
      <w:lang w:val="en-US"/>
    </w:rPr>
  </w:style>
  <w:style w:type="paragraph" w:styleId="Inhaltsverzeichnisberschrift">
    <w:name w:val="TOC Heading"/>
    <w:basedOn w:val="berschrift1"/>
    <w:next w:val="Standard"/>
    <w:uiPriority w:val="39"/>
    <w:unhideWhenUsed/>
    <w:qFormat/>
    <w:rsid w:val="00A51EE3"/>
    <w:pPr>
      <w:spacing w:before="480"/>
      <w:jc w:val="left"/>
      <w:outlineLvl w:val="9"/>
    </w:pPr>
    <w:rPr>
      <w:rFonts w:asciiTheme="majorHAnsi" w:hAnsiTheme="majorHAnsi"/>
      <w:color w:val="376092" w:themeColor="accent1" w:themeShade="BF"/>
      <w:sz w:val="28"/>
      <w:lang w:val="de-DE"/>
    </w:rPr>
  </w:style>
  <w:style w:type="paragraph" w:styleId="Verzeichnis1">
    <w:name w:val="toc 1"/>
    <w:basedOn w:val="Standard"/>
    <w:next w:val="Standard"/>
    <w:autoRedefine/>
    <w:uiPriority w:val="39"/>
    <w:unhideWhenUsed/>
    <w:rsid w:val="00A51EE3"/>
    <w:pPr>
      <w:spacing w:after="100"/>
    </w:pPr>
  </w:style>
  <w:style w:type="character" w:styleId="Hyperlink">
    <w:name w:val="Hyperlink"/>
    <w:basedOn w:val="Absatz-Standardschriftart"/>
    <w:uiPriority w:val="99"/>
    <w:unhideWhenUsed/>
    <w:rsid w:val="00A51EE3"/>
    <w:rPr>
      <w:color w:val="0000FF" w:themeColor="hyperlink"/>
      <w:u w:val="single"/>
    </w:rPr>
  </w:style>
  <w:style w:type="character" w:customStyle="1" w:styleId="berschrift3Zchn">
    <w:name w:val="Überschrift 3 Zchn"/>
    <w:basedOn w:val="Absatz-Standardschriftart"/>
    <w:link w:val="berschrift3"/>
    <w:uiPriority w:val="9"/>
    <w:rsid w:val="001F53DE"/>
    <w:rPr>
      <w:rFonts w:ascii="Arial Black" w:eastAsiaTheme="majorEastAsia" w:hAnsi="Arial Black" w:cstheme="majorBidi"/>
      <w:b/>
      <w:bCs/>
      <w:color w:val="A6A6A6" w:themeColor="background1" w:themeShade="A6"/>
      <w:sz w:val="24"/>
      <w:szCs w:val="24"/>
      <w:lang w:val="en-US"/>
    </w:rPr>
  </w:style>
  <w:style w:type="table" w:styleId="Tabellengitternetz">
    <w:name w:val="Table Grid"/>
    <w:basedOn w:val="NormaleTabelle"/>
    <w:uiPriority w:val="59"/>
    <w:rsid w:val="00832F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Kopfzeile1">
    <w:name w:val="Kopfzeile1"/>
    <w:basedOn w:val="Kopfzeile"/>
    <w:qFormat/>
    <w:rsid w:val="00756784"/>
    <w:pPr>
      <w:ind w:hanging="1134"/>
    </w:pPr>
    <w:rPr>
      <w:rFonts w:ascii="Arial Black" w:hAnsi="Arial Black"/>
      <w:sz w:val="20"/>
    </w:rPr>
  </w:style>
  <w:style w:type="paragraph" w:styleId="Listenabsatz">
    <w:name w:val="List Paragraph"/>
    <w:basedOn w:val="Standard"/>
    <w:uiPriority w:val="34"/>
    <w:qFormat/>
    <w:rsid w:val="00CC6D0F"/>
    <w:pPr>
      <w:ind w:left="720"/>
      <w:contextualSpacing/>
    </w:pPr>
    <w:rPr>
      <w:rFonts w:asciiTheme="minorHAnsi" w:eastAsiaTheme="minorEastAsia" w:hAnsiTheme="minorHAnsi"/>
      <w:sz w:val="20"/>
      <w:szCs w:val="20"/>
      <w:lang w:bidi="en-US"/>
    </w:rPr>
  </w:style>
  <w:style w:type="paragraph" w:styleId="Beschriftung">
    <w:name w:val="caption"/>
    <w:basedOn w:val="Standard"/>
    <w:next w:val="Standard"/>
    <w:uiPriority w:val="35"/>
    <w:unhideWhenUsed/>
    <w:qFormat/>
    <w:rsid w:val="00A908DB"/>
    <w:pPr>
      <w:spacing w:line="240" w:lineRule="auto"/>
    </w:pPr>
    <w:rPr>
      <w:bCs/>
      <w:i/>
      <w:color w:val="000000" w:themeColor="text1"/>
      <w:sz w:val="18"/>
      <w:szCs w:val="18"/>
    </w:rPr>
  </w:style>
  <w:style w:type="paragraph" w:styleId="Abbildungsverzeichnis">
    <w:name w:val="table of figures"/>
    <w:basedOn w:val="Standard"/>
    <w:next w:val="Standard"/>
    <w:uiPriority w:val="99"/>
    <w:unhideWhenUsed/>
    <w:rsid w:val="00D72788"/>
    <w:pPr>
      <w:spacing w:after="0"/>
    </w:pPr>
  </w:style>
  <w:style w:type="paragraph" w:styleId="Index1">
    <w:name w:val="index 1"/>
    <w:basedOn w:val="Standard"/>
    <w:next w:val="Standard"/>
    <w:autoRedefine/>
    <w:uiPriority w:val="99"/>
    <w:semiHidden/>
    <w:unhideWhenUsed/>
    <w:rsid w:val="00A908DB"/>
    <w:pPr>
      <w:spacing w:after="0" w:line="240" w:lineRule="auto"/>
      <w:ind w:left="240" w:hanging="240"/>
    </w:pPr>
  </w:style>
  <w:style w:type="paragraph" w:styleId="Literaturverzeichnis">
    <w:name w:val="Bibliography"/>
    <w:basedOn w:val="Standard"/>
    <w:next w:val="Standard"/>
    <w:uiPriority w:val="37"/>
    <w:unhideWhenUsed/>
    <w:rsid w:val="007B77DE"/>
  </w:style>
  <w:style w:type="paragraph" w:styleId="Verzeichnis2">
    <w:name w:val="toc 2"/>
    <w:basedOn w:val="Standard"/>
    <w:next w:val="Standard"/>
    <w:autoRedefine/>
    <w:uiPriority w:val="39"/>
    <w:unhideWhenUsed/>
    <w:rsid w:val="002752A7"/>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42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Autxx</b:Tag>
    <b:SourceType>ArticleInAPeriodical</b:SourceType>
    <b:Guid>{0E52C5BC-091F-4462-9D2B-85A5A2835D1E}</b:Guid>
    <b:LCID>en-GB</b:LCID>
    <b:Author>
      <b:Author>
        <b:NameList>
          <b:Person>
            <b:Last>Author</b:Last>
            <b:First>Name</b:First>
          </b:Person>
        </b:NameList>
      </b:Author>
    </b:Author>
    <b:Title>Title of referenced article</b:Title>
    <b:Year>20xx</b:Year>
    <b:City>Published in</b:City>
    <b:PeriodicalTitle>Journal name</b:PeriodicalTitle>
    <b:Volume>20xx-1</b:Volume>
    <b:RefOrder>1</b:RefOrder>
  </b:Source>
</b:Sources>
</file>

<file path=customXml/itemProps1.xml><?xml version="1.0" encoding="utf-8"?>
<ds:datastoreItem xmlns:ds="http://schemas.openxmlformats.org/officeDocument/2006/customXml" ds:itemID="{2952473F-AE13-4162-A8CA-85818600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2722</Words>
  <Characters>32964</Characters>
  <Application>Microsoft Office Word</Application>
  <DocSecurity>0</DocSecurity>
  <Lines>1136</Lines>
  <Paragraphs>728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Entwicklung</dc:creator>
  <cp:keywords/>
  <dc:description/>
  <cp:lastModifiedBy>bki</cp:lastModifiedBy>
  <cp:revision>5</cp:revision>
  <dcterms:created xsi:type="dcterms:W3CDTF">2010-09-12T20:08:00Z</dcterms:created>
  <dcterms:modified xsi:type="dcterms:W3CDTF">2010-10-01T09:12:00Z</dcterms:modified>
</cp:coreProperties>
</file>